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EE363" w14:textId="4F60B7BA" w:rsidR="00DA751C" w:rsidRPr="008E357B" w:rsidRDefault="00444171" w:rsidP="00DA751C">
      <w:pPr>
        <w:rPr>
          <w:b/>
          <w:sz w:val="28"/>
          <w:szCs w:val="28"/>
        </w:rPr>
      </w:pPr>
      <w:r w:rsidRPr="009E4266">
        <w:rPr>
          <w:sz w:val="28"/>
          <w:szCs w:val="28"/>
        </w:rPr>
        <w:t>Investor:</w:t>
      </w:r>
      <w:r w:rsidR="00DA751C" w:rsidRPr="009E4266">
        <w:rPr>
          <w:sz w:val="28"/>
          <w:szCs w:val="28"/>
        </w:rPr>
        <w:tab/>
        <w:t xml:space="preserve">    </w:t>
      </w:r>
      <w:r w:rsidR="00DA751C">
        <w:rPr>
          <w:sz w:val="28"/>
          <w:szCs w:val="28"/>
        </w:rPr>
        <w:t xml:space="preserve"> </w:t>
      </w:r>
      <w:r w:rsidR="00DA751C">
        <w:rPr>
          <w:sz w:val="28"/>
          <w:szCs w:val="28"/>
        </w:rPr>
        <w:tab/>
      </w:r>
      <w:r w:rsidR="00862B84">
        <w:rPr>
          <w:b/>
          <w:sz w:val="28"/>
          <w:szCs w:val="28"/>
        </w:rPr>
        <w:t>SAKO Brno SOLAR a.s.</w:t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DA751C" w:rsidRPr="009E4266">
        <w:rPr>
          <w:sz w:val="28"/>
          <w:szCs w:val="28"/>
        </w:rPr>
        <w:tab/>
      </w:r>
      <w:r w:rsidR="00DA751C">
        <w:rPr>
          <w:b/>
          <w:sz w:val="28"/>
          <w:szCs w:val="28"/>
        </w:rPr>
        <w:t xml:space="preserve">     </w:t>
      </w:r>
      <w:r w:rsidR="00DA751C" w:rsidRPr="009E4266">
        <w:rPr>
          <w:sz w:val="28"/>
          <w:szCs w:val="28"/>
        </w:rPr>
        <w:t xml:space="preserve">Arch. </w:t>
      </w:r>
      <w:r w:rsidRPr="009E4266">
        <w:rPr>
          <w:sz w:val="28"/>
          <w:szCs w:val="28"/>
        </w:rPr>
        <w:t>č.:</w:t>
      </w:r>
      <w:r w:rsidR="00DA751C" w:rsidRPr="009E4266">
        <w:rPr>
          <w:sz w:val="28"/>
          <w:szCs w:val="28"/>
        </w:rPr>
        <w:t xml:space="preserve">  </w:t>
      </w:r>
      <w:r w:rsidR="00DA751C" w:rsidRPr="008E357B">
        <w:rPr>
          <w:b/>
          <w:sz w:val="28"/>
          <w:szCs w:val="28"/>
        </w:rPr>
        <w:t>Z0</w:t>
      </w:r>
      <w:r w:rsidR="00B15119">
        <w:rPr>
          <w:b/>
          <w:sz w:val="28"/>
          <w:szCs w:val="28"/>
        </w:rPr>
        <w:t>2</w:t>
      </w:r>
      <w:r w:rsidR="00862B84">
        <w:rPr>
          <w:b/>
          <w:sz w:val="28"/>
          <w:szCs w:val="28"/>
        </w:rPr>
        <w:t>1058</w:t>
      </w:r>
    </w:p>
    <w:p w14:paraId="29862D79" w14:textId="77777777" w:rsidR="00DA751C" w:rsidRPr="009E4266" w:rsidRDefault="00DA751C" w:rsidP="00DA751C">
      <w:pPr>
        <w:rPr>
          <w:b/>
          <w:sz w:val="28"/>
          <w:szCs w:val="28"/>
        </w:rPr>
      </w:pPr>
    </w:p>
    <w:p w14:paraId="1B8B5300" w14:textId="242B11BA" w:rsidR="00DA751C" w:rsidRPr="009E4266" w:rsidRDefault="00444171" w:rsidP="00DA751C">
      <w:pPr>
        <w:rPr>
          <w:b/>
          <w:sz w:val="28"/>
          <w:szCs w:val="28"/>
        </w:rPr>
      </w:pPr>
      <w:r w:rsidRPr="009E4266">
        <w:rPr>
          <w:sz w:val="28"/>
          <w:szCs w:val="28"/>
        </w:rPr>
        <w:t>Stavba:</w:t>
      </w:r>
      <w:r w:rsidR="00DA751C" w:rsidRPr="009E4266">
        <w:rPr>
          <w:sz w:val="28"/>
          <w:szCs w:val="28"/>
        </w:rPr>
        <w:tab/>
        <w:t xml:space="preserve">    </w:t>
      </w:r>
      <w:r w:rsidR="00DA751C">
        <w:rPr>
          <w:sz w:val="28"/>
          <w:szCs w:val="28"/>
        </w:rPr>
        <w:t xml:space="preserve"> </w:t>
      </w:r>
      <w:r w:rsidR="00DA751C">
        <w:rPr>
          <w:sz w:val="28"/>
          <w:szCs w:val="28"/>
        </w:rPr>
        <w:tab/>
      </w:r>
      <w:r w:rsidR="00862B84">
        <w:rPr>
          <w:b/>
          <w:sz w:val="28"/>
          <w:szCs w:val="28"/>
        </w:rPr>
        <w:t>FVE ZŠ Jana Babáka</w:t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862B84">
        <w:rPr>
          <w:b/>
          <w:sz w:val="28"/>
          <w:szCs w:val="28"/>
        </w:rPr>
        <w:tab/>
      </w:r>
      <w:r w:rsidR="00DA751C">
        <w:rPr>
          <w:sz w:val="28"/>
          <w:szCs w:val="28"/>
        </w:rPr>
        <w:t>Po</w:t>
      </w:r>
      <w:r w:rsidR="00DA751C" w:rsidRPr="009E4266">
        <w:rPr>
          <w:sz w:val="28"/>
          <w:szCs w:val="28"/>
        </w:rPr>
        <w:t xml:space="preserve">čet listů: </w:t>
      </w:r>
      <w:r w:rsidR="000E61B2">
        <w:rPr>
          <w:b/>
          <w:sz w:val="28"/>
          <w:szCs w:val="28"/>
        </w:rPr>
        <w:t>4</w:t>
      </w:r>
    </w:p>
    <w:p w14:paraId="4AFBEAE2" w14:textId="30E57990" w:rsidR="00DA751C" w:rsidRPr="009E4266" w:rsidRDefault="00DA751C" w:rsidP="00DA751C">
      <w:pPr>
        <w:rPr>
          <w:b/>
          <w:sz w:val="28"/>
          <w:szCs w:val="28"/>
        </w:rPr>
      </w:pPr>
      <w:r w:rsidRPr="009E426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Pr="009E4266">
        <w:rPr>
          <w:b/>
          <w:sz w:val="28"/>
          <w:szCs w:val="28"/>
        </w:rPr>
        <w:tab/>
      </w:r>
      <w:r w:rsidRPr="009E4266">
        <w:rPr>
          <w:b/>
          <w:sz w:val="28"/>
          <w:szCs w:val="28"/>
        </w:rPr>
        <w:tab/>
      </w:r>
    </w:p>
    <w:p w14:paraId="3D6ECFAC" w14:textId="24A81E4E" w:rsidR="00DA751C" w:rsidRDefault="00DA751C" w:rsidP="00DA751C">
      <w:pPr>
        <w:rPr>
          <w:b/>
          <w:sz w:val="24"/>
        </w:rPr>
      </w:pPr>
      <w:r w:rsidRPr="009E4266">
        <w:rPr>
          <w:sz w:val="28"/>
          <w:szCs w:val="28"/>
        </w:rPr>
        <w:t xml:space="preserve">Místo </w:t>
      </w:r>
      <w:r w:rsidR="00444171" w:rsidRPr="009E4266">
        <w:rPr>
          <w:sz w:val="28"/>
          <w:szCs w:val="28"/>
        </w:rPr>
        <w:t>stavby:</w:t>
      </w:r>
      <w:r>
        <w:rPr>
          <w:sz w:val="28"/>
          <w:szCs w:val="28"/>
        </w:rPr>
        <w:tab/>
      </w:r>
      <w:r w:rsidR="00862B84">
        <w:rPr>
          <w:b/>
          <w:sz w:val="28"/>
          <w:szCs w:val="28"/>
        </w:rPr>
        <w:t>Základní škola Jana Babáka Brno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5F21BEB7" w14:textId="77777777" w:rsidR="00DA751C" w:rsidRDefault="00DA751C" w:rsidP="00DA751C">
      <w:pPr>
        <w:rPr>
          <w:b/>
          <w:sz w:val="24"/>
        </w:rPr>
      </w:pPr>
    </w:p>
    <w:p w14:paraId="2C9E6C64" w14:textId="77777777" w:rsidR="00DA751C" w:rsidRDefault="00DA751C" w:rsidP="00DA751C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6339DD1D" w14:textId="77777777" w:rsidR="00DA751C" w:rsidRDefault="00DA751C" w:rsidP="00DA751C">
      <w:pPr>
        <w:rPr>
          <w:b/>
        </w:rPr>
      </w:pPr>
      <w:r>
        <w:rPr>
          <w:b/>
          <w:sz w:val="24"/>
        </w:rPr>
        <w:tab/>
      </w:r>
      <w:r>
        <w:rPr>
          <w:b/>
          <w:sz w:val="24"/>
        </w:rPr>
        <w:tab/>
        <w:t xml:space="preserve">    </w:t>
      </w:r>
      <w:r>
        <w:rPr>
          <w:b/>
        </w:rPr>
        <w:t xml:space="preserve">                              </w:t>
      </w:r>
    </w:p>
    <w:p w14:paraId="2B675B88" w14:textId="02D35768" w:rsidR="00DA751C" w:rsidRDefault="00DA751C" w:rsidP="00DA751C">
      <w:pPr>
        <w:rPr>
          <w:b/>
        </w:rPr>
      </w:pPr>
    </w:p>
    <w:p w14:paraId="641BE015" w14:textId="77777777" w:rsidR="00DA751C" w:rsidRDefault="00DA751C" w:rsidP="00DA751C">
      <w:pPr>
        <w:rPr>
          <w:b/>
        </w:rPr>
      </w:pPr>
    </w:p>
    <w:p w14:paraId="06CA4516" w14:textId="77777777" w:rsidR="00DA751C" w:rsidRPr="008F0941" w:rsidRDefault="00DA751C" w:rsidP="00DA751C">
      <w:pPr>
        <w:jc w:val="center"/>
        <w:rPr>
          <w:rFonts w:cs="Arial"/>
        </w:rPr>
      </w:pPr>
    </w:p>
    <w:p w14:paraId="7521F669" w14:textId="77777777" w:rsidR="00DA751C" w:rsidRPr="008F0941" w:rsidRDefault="00DA751C" w:rsidP="00DA751C">
      <w:pPr>
        <w:jc w:val="center"/>
        <w:rPr>
          <w:rFonts w:cs="Arial"/>
        </w:rPr>
      </w:pPr>
    </w:p>
    <w:p w14:paraId="32F6FF4D" w14:textId="0A54F201" w:rsidR="00DA751C" w:rsidRDefault="00DA751C" w:rsidP="00DA751C">
      <w:pPr>
        <w:jc w:val="center"/>
        <w:rPr>
          <w:rFonts w:cs="Arial"/>
          <w:b/>
          <w:caps/>
          <w:sz w:val="56"/>
        </w:rPr>
      </w:pPr>
      <w:r>
        <w:rPr>
          <w:rFonts w:cs="Arial"/>
          <w:b/>
          <w:caps/>
          <w:sz w:val="56"/>
        </w:rPr>
        <w:t>pro</w:t>
      </w:r>
      <w:r w:rsidR="00A469D7">
        <w:rPr>
          <w:rFonts w:cs="Arial"/>
          <w:b/>
          <w:caps/>
          <w:sz w:val="56"/>
        </w:rPr>
        <w:t>jektová dokumentace</w:t>
      </w:r>
    </w:p>
    <w:p w14:paraId="1B0B3CEB" w14:textId="77777777" w:rsidR="00C56D17" w:rsidRPr="008F0941" w:rsidRDefault="00C56D17" w:rsidP="00DA751C">
      <w:pPr>
        <w:jc w:val="center"/>
        <w:rPr>
          <w:rFonts w:cs="Arial"/>
          <w:b/>
          <w:caps/>
          <w:sz w:val="56"/>
        </w:rPr>
      </w:pPr>
    </w:p>
    <w:p w14:paraId="457E75E0" w14:textId="77777777" w:rsidR="00D31211" w:rsidRDefault="00D31211" w:rsidP="00DA751C">
      <w:pPr>
        <w:jc w:val="center"/>
        <w:rPr>
          <w:b/>
          <w:bCs/>
          <w:smallCaps/>
          <w:sz w:val="36"/>
          <w:szCs w:val="36"/>
        </w:rPr>
      </w:pPr>
    </w:p>
    <w:p w14:paraId="68C0F27E" w14:textId="3258C37C" w:rsidR="00862B84" w:rsidRDefault="00862B84" w:rsidP="00862B8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Fotovoltaická elektrárna</w:t>
      </w:r>
    </w:p>
    <w:p w14:paraId="569852B2" w14:textId="2A6002B5" w:rsidR="00D31211" w:rsidRDefault="00862B84" w:rsidP="00DA751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Prováděcí dokumentace stavby (PDS)</w:t>
      </w:r>
    </w:p>
    <w:p w14:paraId="4054977F" w14:textId="5B1CBC1F" w:rsidR="00003CDE" w:rsidRDefault="00003CDE" w:rsidP="00DA751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Etapa 2</w:t>
      </w:r>
    </w:p>
    <w:p w14:paraId="16D01F77" w14:textId="77777777" w:rsidR="007754BE" w:rsidRDefault="007754BE" w:rsidP="00DA751C">
      <w:pPr>
        <w:jc w:val="center"/>
        <w:rPr>
          <w:b/>
          <w:bCs/>
          <w:sz w:val="36"/>
          <w:szCs w:val="36"/>
        </w:rPr>
      </w:pPr>
    </w:p>
    <w:p w14:paraId="76B176F7" w14:textId="1B3F9FCB" w:rsidR="00733593" w:rsidRDefault="00856A61" w:rsidP="00DA751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Seznam kabelů</w:t>
      </w:r>
    </w:p>
    <w:p w14:paraId="64A94E82" w14:textId="286D71EF" w:rsidR="00A469D7" w:rsidRPr="00A469D7" w:rsidRDefault="00A469D7" w:rsidP="00DA751C">
      <w:pPr>
        <w:jc w:val="center"/>
        <w:rPr>
          <w:b/>
          <w:sz w:val="24"/>
          <w:szCs w:val="24"/>
        </w:rPr>
      </w:pPr>
      <w:r w:rsidRPr="00A469D7">
        <w:rPr>
          <w:b/>
          <w:bCs/>
          <w:sz w:val="24"/>
          <w:szCs w:val="24"/>
        </w:rPr>
        <w:t>Revize 00</w:t>
      </w:r>
    </w:p>
    <w:p w14:paraId="2799271B" w14:textId="77777777" w:rsidR="00DA751C" w:rsidRDefault="00DA751C" w:rsidP="00DA751C">
      <w:pPr>
        <w:jc w:val="center"/>
      </w:pPr>
    </w:p>
    <w:p w14:paraId="397E00B0" w14:textId="77777777" w:rsidR="00DA751C" w:rsidRDefault="00DA751C" w:rsidP="00DA751C">
      <w:pPr>
        <w:rPr>
          <w:b/>
        </w:rPr>
      </w:pPr>
    </w:p>
    <w:p w14:paraId="31ED3D86" w14:textId="77777777" w:rsidR="00DA751C" w:rsidRDefault="00DA751C" w:rsidP="00DA751C">
      <w:pPr>
        <w:rPr>
          <w:b/>
        </w:rPr>
      </w:pPr>
    </w:p>
    <w:p w14:paraId="2784C7B5" w14:textId="1130E3BC" w:rsidR="00733593" w:rsidRDefault="00733593" w:rsidP="00DA751C">
      <w:pPr>
        <w:rPr>
          <w:b/>
        </w:rPr>
      </w:pPr>
    </w:p>
    <w:p w14:paraId="755E127F" w14:textId="77777777" w:rsidR="00DA751C" w:rsidRDefault="00DA751C" w:rsidP="00DA751C">
      <w:pPr>
        <w:rPr>
          <w:b/>
        </w:rPr>
      </w:pPr>
    </w:p>
    <w:p w14:paraId="34F883A7" w14:textId="77777777" w:rsidR="00DA751C" w:rsidRDefault="00DA751C" w:rsidP="00DA751C">
      <w:pPr>
        <w:rPr>
          <w:b/>
        </w:rPr>
      </w:pPr>
    </w:p>
    <w:p w14:paraId="3CDF7EB3" w14:textId="77777777" w:rsidR="00DA751C" w:rsidRDefault="00DA751C" w:rsidP="00DA751C">
      <w:pPr>
        <w:rPr>
          <w:b/>
        </w:rPr>
      </w:pPr>
    </w:p>
    <w:p w14:paraId="650C7B7B" w14:textId="5FF09157" w:rsidR="00DA751C" w:rsidRPr="008E357B" w:rsidRDefault="00DA751C" w:rsidP="00DA751C">
      <w:pPr>
        <w:rPr>
          <w:b/>
          <w:sz w:val="28"/>
          <w:szCs w:val="28"/>
        </w:rPr>
      </w:pPr>
      <w:r w:rsidRPr="00821CA0">
        <w:rPr>
          <w:sz w:val="24"/>
          <w:szCs w:val="24"/>
        </w:rPr>
        <w:t xml:space="preserve">Název </w:t>
      </w:r>
      <w:r w:rsidR="00444171" w:rsidRPr="00821CA0">
        <w:rPr>
          <w:sz w:val="24"/>
          <w:szCs w:val="24"/>
        </w:rPr>
        <w:t>zakázky:</w:t>
      </w:r>
      <w:r w:rsidRPr="00821CA0">
        <w:rPr>
          <w:sz w:val="28"/>
          <w:szCs w:val="28"/>
        </w:rPr>
        <w:tab/>
      </w:r>
      <w:r w:rsidR="00862B84">
        <w:rPr>
          <w:rFonts w:cs="Arial"/>
          <w:b/>
          <w:sz w:val="28"/>
          <w:szCs w:val="28"/>
        </w:rPr>
        <w:t>FVE ZŠ Jana Babáka</w:t>
      </w:r>
    </w:p>
    <w:p w14:paraId="2AEA1173" w14:textId="44201E73" w:rsidR="00DA751C" w:rsidRDefault="00DA751C" w:rsidP="00DA751C"/>
    <w:p w14:paraId="70AC349A" w14:textId="42C816CC" w:rsidR="00DA751C" w:rsidRPr="008E357B" w:rsidRDefault="00DA751C" w:rsidP="00DA751C">
      <w:pPr>
        <w:rPr>
          <w:b/>
          <w:bCs/>
          <w:sz w:val="28"/>
          <w:szCs w:val="28"/>
        </w:rPr>
      </w:pPr>
      <w:r>
        <w:rPr>
          <w:sz w:val="24"/>
        </w:rPr>
        <w:t xml:space="preserve">Číslo </w:t>
      </w:r>
      <w:r w:rsidR="00444171">
        <w:rPr>
          <w:sz w:val="24"/>
        </w:rPr>
        <w:t>zakázky:</w:t>
      </w:r>
      <w:r>
        <w:rPr>
          <w:sz w:val="24"/>
        </w:rPr>
        <w:tab/>
      </w:r>
      <w:r w:rsidRPr="008E357B">
        <w:rPr>
          <w:b/>
          <w:bCs/>
          <w:sz w:val="28"/>
          <w:szCs w:val="28"/>
        </w:rPr>
        <w:t>Z0</w:t>
      </w:r>
      <w:r w:rsidR="00C41779">
        <w:rPr>
          <w:b/>
          <w:bCs/>
          <w:sz w:val="28"/>
          <w:szCs w:val="28"/>
        </w:rPr>
        <w:t>2</w:t>
      </w:r>
      <w:r w:rsidR="00862B84">
        <w:rPr>
          <w:b/>
          <w:bCs/>
          <w:sz w:val="28"/>
          <w:szCs w:val="28"/>
        </w:rPr>
        <w:t>1058</w:t>
      </w:r>
    </w:p>
    <w:p w14:paraId="196AF142" w14:textId="77777777" w:rsidR="00DA751C" w:rsidRDefault="00DA751C" w:rsidP="00DA751C">
      <w:pPr>
        <w:rPr>
          <w:sz w:val="24"/>
        </w:rPr>
      </w:pPr>
    </w:p>
    <w:p w14:paraId="36B62773" w14:textId="77777777" w:rsidR="00DA751C" w:rsidRDefault="00DA751C" w:rsidP="00DA751C">
      <w:pPr>
        <w:rPr>
          <w:sz w:val="24"/>
        </w:rPr>
      </w:pPr>
    </w:p>
    <w:p w14:paraId="051442A5" w14:textId="77777777" w:rsidR="00DA751C" w:rsidRDefault="00DA751C" w:rsidP="00DA751C">
      <w:pPr>
        <w:rPr>
          <w:sz w:val="24"/>
        </w:rPr>
      </w:pPr>
    </w:p>
    <w:p w14:paraId="0107665B" w14:textId="77777777" w:rsidR="00733593" w:rsidRDefault="00733593" w:rsidP="00DA751C">
      <w:pPr>
        <w:rPr>
          <w:sz w:val="24"/>
        </w:rPr>
      </w:pPr>
    </w:p>
    <w:p w14:paraId="33BF19FA" w14:textId="77777777" w:rsidR="00DA751C" w:rsidRDefault="00DA751C" w:rsidP="00DA751C">
      <w:pPr>
        <w:rPr>
          <w:sz w:val="24"/>
        </w:rPr>
      </w:pPr>
    </w:p>
    <w:p w14:paraId="45546429" w14:textId="77777777" w:rsidR="00DA751C" w:rsidRDefault="00DA751C" w:rsidP="00DA751C">
      <w:pPr>
        <w:rPr>
          <w:sz w:val="24"/>
        </w:rPr>
      </w:pPr>
    </w:p>
    <w:p w14:paraId="519358A7" w14:textId="77777777" w:rsidR="00DA751C" w:rsidRDefault="00DA751C" w:rsidP="00DA751C">
      <w:pPr>
        <w:rPr>
          <w:sz w:val="24"/>
        </w:rPr>
      </w:pPr>
    </w:p>
    <w:p w14:paraId="1CBCDDC1" w14:textId="77777777" w:rsidR="00DA751C" w:rsidRDefault="00DA751C" w:rsidP="00DA751C">
      <w:pPr>
        <w:ind w:left="2124" w:firstLine="708"/>
        <w:rPr>
          <w:sz w:val="24"/>
        </w:rPr>
      </w:pPr>
    </w:p>
    <w:p w14:paraId="7A522B25" w14:textId="2400B128" w:rsidR="007754BE" w:rsidRPr="00003CDE" w:rsidRDefault="00444171" w:rsidP="00003CDE">
      <w:pPr>
        <w:rPr>
          <w:b/>
          <w:sz w:val="24"/>
        </w:rPr>
      </w:pPr>
      <w:r>
        <w:rPr>
          <w:sz w:val="24"/>
        </w:rPr>
        <w:t>Vypracoval:</w:t>
      </w:r>
      <w:r w:rsidR="00DA751C">
        <w:rPr>
          <w:sz w:val="24"/>
        </w:rPr>
        <w:tab/>
      </w:r>
      <w:r w:rsidR="00DA751C">
        <w:rPr>
          <w:sz w:val="24"/>
        </w:rPr>
        <w:tab/>
      </w:r>
      <w:r w:rsidR="007511BA">
        <w:rPr>
          <w:b/>
          <w:sz w:val="24"/>
        </w:rPr>
        <w:t xml:space="preserve">Ing. </w:t>
      </w:r>
      <w:r>
        <w:rPr>
          <w:b/>
          <w:sz w:val="24"/>
        </w:rPr>
        <w:t>Peter Petrič</w:t>
      </w:r>
      <w:r w:rsidR="00DA751C">
        <w:rPr>
          <w:sz w:val="24"/>
        </w:rPr>
        <w:tab/>
        <w:t xml:space="preserve">  </w:t>
      </w:r>
      <w:r w:rsidR="00DA751C">
        <w:rPr>
          <w:sz w:val="24"/>
        </w:rPr>
        <w:tab/>
      </w:r>
      <w:r w:rsidR="00DA751C">
        <w:rPr>
          <w:sz w:val="24"/>
        </w:rPr>
        <w:tab/>
        <w:t xml:space="preserve">    </w:t>
      </w:r>
      <w:r w:rsidR="00DA751C">
        <w:rPr>
          <w:sz w:val="24"/>
        </w:rPr>
        <w:tab/>
      </w:r>
      <w:r w:rsidR="00DA751C">
        <w:rPr>
          <w:sz w:val="24"/>
        </w:rPr>
        <w:tab/>
        <w:t xml:space="preserve"> </w:t>
      </w:r>
      <w:r w:rsidR="00733593">
        <w:rPr>
          <w:sz w:val="24"/>
        </w:rPr>
        <w:tab/>
      </w:r>
      <w:r w:rsidR="00D31211">
        <w:rPr>
          <w:sz w:val="24"/>
        </w:rPr>
        <w:t xml:space="preserve"> </w:t>
      </w:r>
      <w:r w:rsidR="00DA751C">
        <w:rPr>
          <w:sz w:val="24"/>
        </w:rPr>
        <w:t>Dne :</w:t>
      </w:r>
      <w:r w:rsidR="00DA751C">
        <w:rPr>
          <w:sz w:val="24"/>
        </w:rPr>
        <w:tab/>
      </w:r>
      <w:r w:rsidR="00862B84">
        <w:rPr>
          <w:sz w:val="24"/>
        </w:rPr>
        <w:t>24</w:t>
      </w:r>
      <w:r w:rsidR="00DA751C">
        <w:rPr>
          <w:sz w:val="24"/>
        </w:rPr>
        <w:t>.</w:t>
      </w:r>
      <w:r w:rsidR="00003CDE">
        <w:rPr>
          <w:sz w:val="24"/>
        </w:rPr>
        <w:t>02</w:t>
      </w:r>
      <w:r w:rsidR="00DA751C">
        <w:rPr>
          <w:sz w:val="24"/>
        </w:rPr>
        <w:t>.20</w:t>
      </w:r>
      <w:r>
        <w:rPr>
          <w:sz w:val="24"/>
        </w:rPr>
        <w:t>2</w:t>
      </w:r>
      <w:r w:rsidR="00003CDE">
        <w:rPr>
          <w:sz w:val="24"/>
        </w:rPr>
        <w:t>3</w:t>
      </w:r>
    </w:p>
    <w:p w14:paraId="11BE9051" w14:textId="6FDEC6DF" w:rsidR="004632C0" w:rsidRPr="0007403E" w:rsidRDefault="007754BE">
      <w:pPr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6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1471"/>
        <w:gridCol w:w="1379"/>
        <w:gridCol w:w="1577"/>
        <w:gridCol w:w="1532"/>
        <w:gridCol w:w="959"/>
        <w:gridCol w:w="2480"/>
      </w:tblGrid>
      <w:tr w:rsidR="00610767" w:rsidRPr="007D69AC" w14:paraId="5676DDF1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  <w:hideMark/>
          </w:tcPr>
          <w:p w14:paraId="350D7A1B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Označ.</w:t>
            </w:r>
          </w:p>
        </w:tc>
        <w:tc>
          <w:tcPr>
            <w:tcW w:w="1471" w:type="dxa"/>
            <w:shd w:val="clear" w:color="auto" w:fill="auto"/>
            <w:vAlign w:val="center"/>
            <w:hideMark/>
          </w:tcPr>
          <w:p w14:paraId="61123ACB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366678C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Rozměr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A9F2B9E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Odkud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14:paraId="27592A5C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Kam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2BADCB9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Délka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14:paraId="75B25BC0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D69AC">
              <w:rPr>
                <w:rFonts w:ascii="Calibri" w:hAnsi="Calibri"/>
                <w:b/>
                <w:bCs/>
                <w:color w:val="000000"/>
              </w:rPr>
              <w:t>Pozn.</w:t>
            </w:r>
          </w:p>
        </w:tc>
      </w:tr>
      <w:tr w:rsidR="007D69AC" w:rsidRPr="007D69AC" w14:paraId="4B6A6734" w14:textId="77777777" w:rsidTr="004632C0">
        <w:trPr>
          <w:trHeight w:val="149"/>
        </w:trPr>
        <w:tc>
          <w:tcPr>
            <w:tcW w:w="10614" w:type="dxa"/>
            <w:gridSpan w:val="7"/>
            <w:shd w:val="clear" w:color="auto" w:fill="auto"/>
            <w:vAlign w:val="center"/>
            <w:hideMark/>
          </w:tcPr>
          <w:p w14:paraId="292D56DF" w14:textId="77777777" w:rsidR="007D69AC" w:rsidRPr="007D69AC" w:rsidRDefault="007D69AC" w:rsidP="007D69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D69A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174D4" w:rsidRPr="007D69AC" w14:paraId="6BF498FC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  <w:hideMark/>
          </w:tcPr>
          <w:p w14:paraId="562A7F09" w14:textId="102222E1" w:rsidR="007D69AC" w:rsidRPr="007D69AC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</w:t>
            </w:r>
            <w:r w:rsidR="00003CDE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  <w:hideMark/>
          </w:tcPr>
          <w:p w14:paraId="37586984" w14:textId="5E0EC2E3" w:rsidR="007D69AC" w:rsidRPr="007D69AC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5D4C059" w14:textId="6F2A8505" w:rsidR="007D69AC" w:rsidRPr="007D69AC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4632C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DE3F68A" w14:textId="2717D322" w:rsidR="007D69AC" w:rsidRPr="007D69AC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1A-1</w:t>
            </w:r>
            <w:r w:rsidR="009D62F8"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14:paraId="0D75EEAB" w14:textId="54159C07" w:rsidR="007D69AC" w:rsidRPr="007D69AC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03CDE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–FU01</w:t>
            </w:r>
            <w:r w:rsidR="009D62F8">
              <w:rPr>
                <w:rFonts w:ascii="Calibri" w:hAnsi="Calibri"/>
                <w:color w:val="000000"/>
              </w:rPr>
              <w:t>(</w:t>
            </w:r>
            <w:r>
              <w:rPr>
                <w:rFonts w:ascii="Calibri" w:hAnsi="Calibri"/>
                <w:color w:val="000000"/>
              </w:rPr>
              <w:t>+</w:t>
            </w:r>
            <w:r w:rsidR="009D62F8"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0051C422" w14:textId="434152FE" w:rsidR="007D69AC" w:rsidRPr="007D69AC" w:rsidRDefault="0028427F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14:paraId="5BDDEDB1" w14:textId="48000114" w:rsidR="004632C0" w:rsidRPr="007D69AC" w:rsidRDefault="00610767" w:rsidP="007D69A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6120FF7A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A7532FC" w14:textId="1E63B67F" w:rsidR="004632C0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</w:t>
            </w:r>
            <w:r w:rsidR="00003CDE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6D31C31D" w14:textId="3CB5F78E" w:rsidR="004632C0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9171A03" w14:textId="4A5BC248" w:rsidR="004632C0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4632C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64D9CE9" w14:textId="032D8DBA" w:rsidR="004632C0" w:rsidRDefault="004632C0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1</w:t>
            </w:r>
            <w:r w:rsidR="009D62F8">
              <w:rPr>
                <w:rFonts w:ascii="Calibri" w:hAnsi="Calibri"/>
                <w:color w:val="000000"/>
              </w:rPr>
              <w:t>A-1</w:t>
            </w:r>
            <w:r w:rsidR="00003CDE">
              <w:rPr>
                <w:rFonts w:ascii="Calibri" w:hAnsi="Calibri"/>
                <w:color w:val="000000"/>
              </w:rPr>
              <w:t>7</w:t>
            </w:r>
            <w:r w:rsidR="009D62F8"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A897CD9" w14:textId="60436329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03CDE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–FU01(-)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7876162" w14:textId="6DE40892" w:rsidR="004632C0" w:rsidRPr="007D69AC" w:rsidRDefault="0028427F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FAFAA32" w14:textId="766B0AD0" w:rsidR="004632C0" w:rsidRPr="007D69AC" w:rsidRDefault="00610767" w:rsidP="007D69A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547EB524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49F5D7D1" w14:textId="6EE72FC6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</w:t>
            </w:r>
            <w:r w:rsidR="00003CDE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765475C" w14:textId="35DAF812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36F9DD8" w14:textId="3D3928DC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C07200A" w14:textId="066A69B1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1B-1(+)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864FECA" w14:textId="76808AEC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03CDE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-FU02(+)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58F7F9A" w14:textId="6E86AA85" w:rsidR="004632C0" w:rsidRPr="007D69AC" w:rsidRDefault="0028427F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D1EDFDB" w14:textId="038AB3FE" w:rsidR="004632C0" w:rsidRPr="007D69AC" w:rsidRDefault="00610767" w:rsidP="007D69A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610767" w:rsidRPr="007D69AC" w14:paraId="50DC31F4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440F4F07" w14:textId="1FA7E03E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</w:t>
            </w:r>
            <w:r w:rsidR="00003CDE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1A57A0BA" w14:textId="61BDB3E1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EBDC99A" w14:textId="4AE2BA22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1EBDE1B" w14:textId="701BB27B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1B-1</w:t>
            </w:r>
            <w:r w:rsidR="00003CDE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0B47E63" w14:textId="0C9077B4" w:rsidR="004632C0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03CDE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-FU02(-)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76167DD" w14:textId="57D4E91C" w:rsidR="004632C0" w:rsidRPr="007D69AC" w:rsidRDefault="0028427F" w:rsidP="007D69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EDA898F" w14:textId="7B27D66F" w:rsidR="004632C0" w:rsidRPr="007D69AC" w:rsidRDefault="00610767" w:rsidP="007D69A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7B1744F6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08B6EE64" w14:textId="21519326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</w:t>
            </w:r>
            <w:r w:rsidR="00003CDE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6CE42F9E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903B092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D99815E" w14:textId="76BAEB52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2A-1(+)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504D30F" w14:textId="00EACD59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03CDE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-FU03(</w:t>
            </w:r>
            <w:r w:rsidR="001F1284">
              <w:rPr>
                <w:rFonts w:ascii="Calibri" w:hAnsi="Calibri"/>
                <w:color w:val="000000"/>
              </w:rPr>
              <w:t>+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521AD1C" w14:textId="5547694E" w:rsidR="009D62F8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7FAC9A9" w14:textId="425A653F" w:rsidR="009D62F8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68377B7F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9450F54" w14:textId="3CA808B3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</w:t>
            </w:r>
            <w:r w:rsidR="00003CDE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969C802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4A2AD1F0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7C4BC87" w14:textId="65D7510E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2A-1</w:t>
            </w:r>
            <w:r w:rsidR="00003CDE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18166CE" w14:textId="2C820CE9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03CDE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-FU03(-)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C51A58E" w14:textId="289A78DD" w:rsidR="009D62F8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34925AF" w14:textId="20EB04B8" w:rsidR="009D62F8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0A9311F6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1C822B3" w14:textId="7EA020BA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</w:t>
            </w:r>
            <w:r w:rsidR="00003CDE"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15E7DF02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7B63091E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161C959" w14:textId="3D3BE82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2B-1(+)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F762224" w14:textId="545AC001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03CDE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-FU04(</w:t>
            </w:r>
            <w:r w:rsidR="001F1284">
              <w:rPr>
                <w:rFonts w:ascii="Calibri" w:hAnsi="Calibri"/>
                <w:color w:val="000000"/>
              </w:rPr>
              <w:t>+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2088B82" w14:textId="4EEC9856" w:rsidR="009D62F8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CDCB832" w14:textId="7320D0B8" w:rsidR="009D62F8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718A7887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4724BBE5" w14:textId="0CD887B8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W10</w:t>
            </w:r>
            <w:r w:rsidR="00003CDE"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67491C80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7AD7524F" w14:textId="7777777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17D8B8C" w14:textId="06797557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2B-1</w:t>
            </w:r>
            <w:r w:rsidR="00003CDE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85F5499" w14:textId="2B7987B3" w:rsidR="009D62F8" w:rsidRDefault="009D62F8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03CDE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-FU04(-)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C3D4A26" w14:textId="2822A0D9" w:rsidR="009D62F8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652621C" w14:textId="4CF426CB" w:rsidR="009D62F8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003CDE" w:rsidRPr="007D69AC" w14:paraId="2A09AD28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1C1D36C3" w14:textId="77777777" w:rsidR="00003CDE" w:rsidRDefault="00003CDE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27CA9389" w14:textId="77777777" w:rsidR="00003CDE" w:rsidRDefault="00003CDE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218AA731" w14:textId="77777777" w:rsidR="00003CDE" w:rsidRDefault="00003CDE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5F3CD405" w14:textId="77777777" w:rsidR="00003CDE" w:rsidRDefault="00003CDE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B9EC01F" w14:textId="77777777" w:rsidR="00003CDE" w:rsidRDefault="00003CDE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543D4C36" w14:textId="77777777" w:rsidR="00003CDE" w:rsidRDefault="00003CDE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EA1A37C" w14:textId="77777777" w:rsidR="00003CDE" w:rsidRDefault="00003CDE" w:rsidP="002B6A1C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D174D4" w:rsidRPr="007D69AC" w14:paraId="68B7719C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1E8D8CC7" w14:textId="6EC74774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003CDE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0</w:t>
            </w:r>
            <w:r w:rsidR="00003CDE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75E6823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3BCDE93F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579EA41" w14:textId="35C2BFB5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003CDE">
              <w:rPr>
                <w:rFonts w:ascii="Calibri" w:hAnsi="Calibri"/>
                <w:color w:val="000000"/>
              </w:rPr>
              <w:t>1A-1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11CADB0" w14:textId="56F9A622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 w:rsidR="00003CDE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-FU01(</w:t>
            </w:r>
            <w:r w:rsidR="001F1284">
              <w:rPr>
                <w:rFonts w:ascii="Calibri" w:hAnsi="Calibri"/>
                <w:color w:val="000000"/>
              </w:rPr>
              <w:t>+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43FE5E6" w14:textId="07519FDC" w:rsidR="00DE5B7A" w:rsidRPr="007D69AC" w:rsidRDefault="00D174D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2635B6E" w14:textId="4D810EA4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40E5BA5E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608E682E" w14:textId="54570DDC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003CDE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0</w:t>
            </w:r>
            <w:r w:rsidR="00003CDE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23F85E0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69FFC20E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3C49191" w14:textId="6E3707E1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003CDE">
              <w:rPr>
                <w:rFonts w:ascii="Calibri" w:hAnsi="Calibri"/>
                <w:color w:val="000000"/>
              </w:rPr>
              <w:t>1A-17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7113287" w14:textId="1C31B1A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 w:rsidR="00003CDE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-FU01(-)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9CC507D" w14:textId="615D7CEB" w:rsidR="00DE5B7A" w:rsidRPr="007D69AC" w:rsidRDefault="00D174D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E38B788" w14:textId="6B1B7BB2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0AD78733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4E2CE841" w14:textId="34A954E0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003CDE">
              <w:rPr>
                <w:rFonts w:ascii="Calibri" w:hAnsi="Calibri"/>
                <w:color w:val="000000"/>
              </w:rPr>
              <w:t>110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2BD6ED3E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6F581F04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2AABED6" w14:textId="49B56D81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003CDE">
              <w:rPr>
                <w:rFonts w:ascii="Calibri" w:hAnsi="Calibri"/>
                <w:color w:val="000000"/>
              </w:rPr>
              <w:t>1B-1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B67DE41" w14:textId="0DBA6D9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 w:rsidR="00003CDE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-FU02(</w:t>
            </w:r>
            <w:r w:rsidR="001F1284">
              <w:rPr>
                <w:rFonts w:ascii="Calibri" w:hAnsi="Calibri"/>
                <w:color w:val="000000"/>
              </w:rPr>
              <w:t>+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AC6142B" w14:textId="71E1C83C" w:rsidR="00DE5B7A" w:rsidRPr="007D69AC" w:rsidRDefault="00D174D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C008413" w14:textId="18655EDE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D174D4" w:rsidRPr="007D69AC" w14:paraId="243BA970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096A6F25" w14:textId="09BECC8B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003CDE">
              <w:rPr>
                <w:rFonts w:ascii="Calibri" w:hAnsi="Calibri"/>
                <w:color w:val="000000"/>
              </w:rPr>
              <w:t>110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3369A15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70C207F2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EB7B377" w14:textId="0A43D156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003CDE">
              <w:rPr>
                <w:rFonts w:ascii="Calibri" w:hAnsi="Calibri"/>
                <w:color w:val="000000"/>
              </w:rPr>
              <w:t>1B-17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86CD371" w14:textId="7CEACF62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 w:rsidR="00003CDE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.</w:t>
            </w:r>
            <w:r w:rsidR="00003CDE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-FU02(-)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1F86F85" w14:textId="64C16072" w:rsidR="00DE5B7A" w:rsidRPr="007D69AC" w:rsidRDefault="00D174D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2DAF027" w14:textId="03F5203A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059B6F9D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  <w:hideMark/>
          </w:tcPr>
          <w:p w14:paraId="11EED733" w14:textId="1B77EF0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W111+</w:t>
            </w:r>
          </w:p>
        </w:tc>
        <w:tc>
          <w:tcPr>
            <w:tcW w:w="1471" w:type="dxa"/>
            <w:shd w:val="clear" w:color="auto" w:fill="auto"/>
            <w:vAlign w:val="center"/>
            <w:hideMark/>
          </w:tcPr>
          <w:p w14:paraId="12C280B8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AD0C75E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4632C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67D47A6" w14:textId="1BEB23B2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2A-1(+)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14:paraId="4F3297BA" w14:textId="66C076EC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RDC1.3–FU03(+)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62F38E0A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14:paraId="349CFCCF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51B64761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3715886B" w14:textId="53BCA4C3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W111-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01F350E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58433F2A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4632C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6DB095F" w14:textId="6A899C32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2A-17(-)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C03568E" w14:textId="7444A0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RDC1.3–FU03(-)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71C65A4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7743F89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5F38C120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58DD418F" w14:textId="713142E5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W112+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B28E550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AF20A27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27C36B6" w14:textId="7878E086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2B-1(+)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24BB4F8" w14:textId="5B52933B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RDC1.3-FU04(+)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D6A4131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053F05B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15919B6A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1F55E263" w14:textId="360DE96A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W112-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CDAA9CF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BB14CBB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BD9764D" w14:textId="4932BEEA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2B-17(-)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09C560A" w14:textId="051EBEA0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RDC1.3-FU04(-)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89DB751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58E77AB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2F250A14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0E03DF24" w14:textId="483D7AAE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W113+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4594334E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61811F42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19924B5" w14:textId="49A803EB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3A-1(+)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B2205A6" w14:textId="1730BE12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RDC1.3-FU05(</w:t>
            </w:r>
            <w:r w:rsidR="001F1284">
              <w:rPr>
                <w:rFonts w:ascii="Calibri" w:hAnsi="Calibri"/>
                <w:color w:val="000000"/>
              </w:rPr>
              <w:t>+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33F9F99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ADA98CE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25E72A6E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3B0062D4" w14:textId="44DC36AB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W113-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18DC3662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531F1F7F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C08396E" w14:textId="2FFF840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3A-17(-)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2901930" w14:textId="08BCA38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RDC1.3-FU05(-)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D231364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5ABABB6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5C57200D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3053721D" w14:textId="75D8B13A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W114+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0C4D8633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52206D5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56CC49D" w14:textId="67A102F6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4A-1(+)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8BF8D75" w14:textId="2F9C015D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RDC1.3-FU06(</w:t>
            </w:r>
            <w:r w:rsidR="001F1284">
              <w:rPr>
                <w:rFonts w:ascii="Calibri" w:hAnsi="Calibri"/>
                <w:color w:val="000000"/>
              </w:rPr>
              <w:t>+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7A293D9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30EDD93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4CB490E9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15756FC9" w14:textId="68E62118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W114-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54E3C6C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3570E33C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6CA5322" w14:textId="2CF92781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 4A-16(-)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AE40D20" w14:textId="679DBFA8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RDC1.3-FU06(-)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9D8734A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FCBE8F2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003CDE" w:rsidRPr="007D69AC" w14:paraId="552AFE6B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37C77967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7A892BE5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7B65FB54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1267D18F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3DF2128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1207DCF1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52B3C21F" w14:textId="77777777" w:rsidR="00003CDE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707C82" w:rsidRPr="007D69AC" w14:paraId="2AD09D0A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4628245E" w14:textId="43F79CB4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W301+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0D080F4E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93FDF0F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25CED01" w14:textId="7C9A76CC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1A-1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1FD4628" w14:textId="38C1F2E3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RDC2.2-FU01(</w:t>
            </w:r>
            <w:r w:rsidR="001F1284">
              <w:rPr>
                <w:rFonts w:ascii="Calibri" w:hAnsi="Calibri"/>
                <w:color w:val="000000"/>
              </w:rPr>
              <w:t>+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C79640B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7FFC90B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25449373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0254DCB" w14:textId="4622CF7C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W301-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2263152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E3F090F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34B37FF" w14:textId="6C04B97F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1A-16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7B030A4" w14:textId="58099DB3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RDC2.2-FU01(-)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D46D8EC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1FCAB4E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04A17F19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52D95A86" w14:textId="6992BA91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W302+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772A5E9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453D6AE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F5F8E94" w14:textId="55967A58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1B-1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FED948A" w14:textId="3D073564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RDC2.2-FU02(</w:t>
            </w:r>
            <w:r w:rsidR="001F1284">
              <w:rPr>
                <w:rFonts w:ascii="Calibri" w:hAnsi="Calibri"/>
                <w:color w:val="000000"/>
              </w:rPr>
              <w:t>+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86844A1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31DADCD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28B7BC5E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42958B98" w14:textId="3F5A004D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W302-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E1911D1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2CD89B2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228346D" w14:textId="7D36F8D8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1B-16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B700D5F" w14:textId="4567C2B5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RDC2.2-FU02(-)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4BDABD6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B75FEAA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37768276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  <w:hideMark/>
          </w:tcPr>
          <w:p w14:paraId="7ACA5546" w14:textId="2684FAF5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W303+</w:t>
            </w:r>
          </w:p>
        </w:tc>
        <w:tc>
          <w:tcPr>
            <w:tcW w:w="1471" w:type="dxa"/>
            <w:shd w:val="clear" w:color="auto" w:fill="auto"/>
            <w:vAlign w:val="center"/>
            <w:hideMark/>
          </w:tcPr>
          <w:p w14:paraId="3F364D53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1413C66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4632C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EB6E753" w14:textId="22D9819D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A-1(+)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14:paraId="29D545ED" w14:textId="2B423A26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RDC2.2–FU0</w:t>
            </w:r>
            <w:r w:rsidR="001F1284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75E868B7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14:paraId="70062997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768D527B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5877C567" w14:textId="41A0F769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W303-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05DCE6C6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68DF20E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4632C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E8BB870" w14:textId="3C22F9D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A-1</w:t>
            </w:r>
            <w:r w:rsidR="001F1284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12F60C1" w14:textId="525E76BD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RDC2.2–FU0</w:t>
            </w:r>
            <w:r w:rsidR="001F1284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19F8B34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0AC217B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06FE98E1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6A240FB" w14:textId="3B814194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W304+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9A3A03F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55475A2A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D5AEFD3" w14:textId="7D662C4E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B-1(+)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4AF4114" w14:textId="08D742D2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RDC2.2-FU0</w:t>
            </w:r>
            <w:r w:rsidR="001F1284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260646C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6F95A00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1867925F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703BB246" w14:textId="25DEBE4F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W304-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D330CA9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6A797227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01D3C4D" w14:textId="40A71018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B-1</w:t>
            </w:r>
            <w:r w:rsidR="001F1284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C9F32AA" w14:textId="2659DF1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RDC2.2-FU0</w:t>
            </w:r>
            <w:r w:rsidR="001F1284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2674B52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FC15F08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003CDE" w:rsidRPr="007D69AC" w14:paraId="3CE2345D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420D196C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0B951C21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7264D3EF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21236FA3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77E84C6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7BB8817C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04C5EEA" w14:textId="77777777" w:rsidR="00003CDE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707C82" w:rsidRPr="007D69AC" w14:paraId="0C13ECDF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5866FF88" w14:textId="33FF5D40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W305+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0265E704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A5C396E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F13F48C" w14:textId="20ADBCB5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A-1(+)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B99898F" w14:textId="5A87834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 w:rsidR="001F1284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.</w:t>
            </w:r>
            <w:r w:rsidR="001F1284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</w:t>
            </w:r>
            <w:r w:rsidR="001F1284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(</w:t>
            </w:r>
            <w:r w:rsidR="001F1284">
              <w:rPr>
                <w:rFonts w:ascii="Calibri" w:hAnsi="Calibri"/>
                <w:color w:val="000000"/>
              </w:rPr>
              <w:t>+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C3EFF99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7E089D1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1F66251D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7372E799" w14:textId="43EE16A6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W305-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1A2BC874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CB5C4F6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451DB66" w14:textId="3EBE5440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A-1</w:t>
            </w:r>
            <w:r w:rsidR="001F1284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35A9D36" w14:textId="4B1A1EDF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 w:rsidR="001F1284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.</w:t>
            </w:r>
            <w:r w:rsidR="001F1284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</w:t>
            </w:r>
            <w:r w:rsidR="001F1284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64E138E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C5120DB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6C058CE1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CAA7BD0" w14:textId="2A63303F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W306+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235CAFD5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35D24CFB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FE0016A" w14:textId="3B123DC9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B-1(+)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FA31D3F" w14:textId="506EAD73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 w:rsidR="001F1284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.</w:t>
            </w:r>
            <w:r w:rsidR="001F1284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</w:t>
            </w:r>
            <w:r w:rsidR="001F1284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(</w:t>
            </w:r>
            <w:r w:rsidR="001F1284">
              <w:rPr>
                <w:rFonts w:ascii="Calibri" w:hAnsi="Calibri"/>
                <w:color w:val="000000"/>
              </w:rPr>
              <w:t>+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FA5B648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34EAB11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3C9E1D12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BFA8E8C" w14:textId="5B767A24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W306-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463B5F9C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6ECFB9D6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219429A" w14:textId="6006620F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B-1</w:t>
            </w:r>
            <w:r w:rsidR="001F1284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E1CCB2A" w14:textId="43D0774F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 w:rsidR="001F1284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.</w:t>
            </w:r>
            <w:r w:rsidR="001F1284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</w:t>
            </w:r>
            <w:r w:rsidR="001F1284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1AACD19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08AEC76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114F369A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18CE20D8" w14:textId="7CAD2433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W307+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6CEC820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35E03C4E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6765D84" w14:textId="0ADBE4EE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2A-1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5EE8159" w14:textId="5B283C92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 w:rsidR="001F1284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</w:t>
            </w:r>
            <w:r w:rsidR="001F1284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(</w:t>
            </w:r>
            <w:r w:rsidR="001F1284">
              <w:rPr>
                <w:rFonts w:ascii="Calibri" w:hAnsi="Calibri"/>
                <w:color w:val="000000"/>
              </w:rPr>
              <w:t>+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9E4F87E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01DC65B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6CBEFE9B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6EE6580" w14:textId="40B6B9B9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W307-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22B8A026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FE483C9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CA06F6B" w14:textId="56BDE391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FV panel</w:t>
            </w:r>
            <w:r w:rsidR="001F1284">
              <w:rPr>
                <w:rFonts w:ascii="Calibri" w:hAnsi="Calibri"/>
                <w:color w:val="000000"/>
              </w:rPr>
              <w:t xml:space="preserve"> 2A-16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1DF1497" w14:textId="2E5C138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 w:rsidR="001F1284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</w:t>
            </w:r>
            <w:r w:rsidR="001F1284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625D1F3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3F4431A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55E31BEA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763A690E" w14:textId="63DBE751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W308+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9DD3BE4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774F72C4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DF2BA58" w14:textId="68A66ADD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2B-1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3E3A699" w14:textId="2A8D28ED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 w:rsidR="001F1284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</w:t>
            </w:r>
            <w:r w:rsidR="001F1284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(</w:t>
            </w:r>
            <w:r w:rsidR="001F1284">
              <w:rPr>
                <w:rFonts w:ascii="Calibri" w:hAnsi="Calibri"/>
                <w:color w:val="000000"/>
              </w:rPr>
              <w:t>+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F7B133F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F9E45A8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707C82" w:rsidRPr="007D69AC" w14:paraId="7F2068C0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04B2D0B4" w14:textId="1F624C4F" w:rsidR="00003CDE" w:rsidRDefault="00003CDE" w:rsidP="00003CD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W308-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AFD440F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4128D5E8" w14:textId="77777777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6A2F2AE" w14:textId="0D9D37C0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FV panel </w:t>
            </w:r>
            <w:r w:rsidR="001F1284">
              <w:rPr>
                <w:rFonts w:ascii="Calibri" w:hAnsi="Calibri"/>
                <w:color w:val="000000"/>
              </w:rPr>
              <w:t>2B-16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444EF67" w14:textId="53EA1845" w:rsidR="00003CDE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 w:rsidR="001F1284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</w:t>
            </w:r>
            <w:r w:rsidR="001F1284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3A1155E" w14:textId="77777777" w:rsidR="00003CDE" w:rsidRPr="007D69AC" w:rsidRDefault="00003CDE" w:rsidP="00B82A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5BD6D8B" w14:textId="77777777" w:rsidR="00003CDE" w:rsidRPr="007D69AC" w:rsidRDefault="00003CDE" w:rsidP="00B82A83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na DC jištění</w:t>
            </w:r>
          </w:p>
        </w:tc>
      </w:tr>
      <w:tr w:rsidR="00003CDE" w:rsidRPr="007D69AC" w14:paraId="27D0D7AD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6B404B4C" w14:textId="77777777" w:rsidR="00003CDE" w:rsidRDefault="00003CDE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1C958092" w14:textId="77777777" w:rsidR="00003CDE" w:rsidRDefault="00003CDE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2E72327D" w14:textId="77777777" w:rsidR="00003CDE" w:rsidRDefault="00003CDE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6E07A9E4" w14:textId="77777777" w:rsidR="00003CDE" w:rsidRDefault="00003CDE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70D90C8" w14:textId="77777777" w:rsidR="00003CDE" w:rsidRDefault="00003CDE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1E78135D" w14:textId="77777777" w:rsidR="00003CDE" w:rsidRDefault="00003CDE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F8B8DEE" w14:textId="77777777" w:rsidR="00003CDE" w:rsidRDefault="00003CDE" w:rsidP="002B6A1C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9D62F8" w:rsidRPr="007D69AC" w14:paraId="31E06607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763B0D42" w14:textId="77777777" w:rsidR="009D62F8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52789DC7" w14:textId="77777777" w:rsidR="009D62F8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7849BE6C" w14:textId="77777777" w:rsidR="009D62F8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401B1AFD" w14:textId="77777777" w:rsidR="009D62F8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AE72929" w14:textId="77777777" w:rsidR="009D62F8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4122EE26" w14:textId="77777777" w:rsidR="009D62F8" w:rsidRPr="007D69AC" w:rsidRDefault="009D62F8" w:rsidP="007D69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4170324" w14:textId="77777777" w:rsidR="009D62F8" w:rsidRPr="007D69AC" w:rsidRDefault="009D62F8" w:rsidP="007D69AC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D174D4" w:rsidRPr="007D69AC" w14:paraId="05470FBF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5428DCA7" w14:textId="0954E459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</w:t>
            </w:r>
            <w:r w:rsidR="000C4F77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EA5E336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7D0A61B6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2536DD1" w14:textId="641AC318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5A8B794" w14:textId="446E2A15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-1A(+)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4977BA3" w14:textId="5653FE07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26EF202" w14:textId="54B03981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7B21A7D6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1233BDC6" w14:textId="6BBE8DB5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</w:t>
            </w:r>
            <w:r w:rsidR="000C4F77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66040EEC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44BD6434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0B9EB05" w14:textId="3DB62E6F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-FU01(-)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779E745" w14:textId="340D387E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-1A(-)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AAA34B5" w14:textId="1A698B7C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EB4DA25" w14:textId="751C50EC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30E55AE5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19A7E198" w14:textId="0B5723D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</w:t>
            </w:r>
            <w:r w:rsidR="000C4F77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88650DF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33D94DE2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28DACE5" w14:textId="1B14883A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-FU02(+)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02EA636" w14:textId="1306CCA5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-1B(+)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8AB1101" w14:textId="36C9E7C1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5B80D5B" w14:textId="1F5A52D6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5A91DBFB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69DCD263" w14:textId="23FEF105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</w:t>
            </w:r>
            <w:r w:rsidR="000C4F77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7801FF1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695643AE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D6F4FF7" w14:textId="02A1E466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-FU02(-)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25B83D5" w14:textId="2D4EB122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-1B(-)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BDD58B3" w14:textId="0F8922EB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5A08818" w14:textId="6728A5D8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3A20474E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1857C667" w14:textId="391963E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</w:t>
            </w:r>
            <w:r w:rsidR="000C4F77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A6309C6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447ADF26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8CF9623" w14:textId="4B946091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-FU03(+)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EBF94AF" w14:textId="52AAE71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-2A(+)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6B7BA7D" w14:textId="54052E6F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17A411A" w14:textId="1D6F41F6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11080EF2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035C5268" w14:textId="18C4764E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</w:t>
            </w:r>
            <w:r w:rsidR="000C4F77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07D215CF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19B5841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F9575FA" w14:textId="1B7D9853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-FU03(-)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3DBD2CA" w14:textId="6C2D35C9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-2A(-)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3323021" w14:textId="57F01BAC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76D23ED" w14:textId="504242D2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01D685B3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415CA02D" w14:textId="181E857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</w:t>
            </w:r>
            <w:r w:rsidR="000C4F77"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1979C7D9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6FF4A014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6AE0DB6" w14:textId="68A87A7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-FU04(+)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E50CF11" w14:textId="3858A641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-2B(+)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D2491BF" w14:textId="79CAC9F4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EF82CAC" w14:textId="190A64EF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24CF41F5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1DD3D4E2" w14:textId="5500C305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</w:t>
            </w:r>
            <w:r w:rsidR="000C4F77"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629AA610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61E19AFD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703BA52" w14:textId="3F067A5F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-FU04(-)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0FB088" w14:textId="58807251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INV1.</w:t>
            </w:r>
            <w:r w:rsidR="000C4F7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-2B(-)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5F43BF4" w14:textId="3D5E83C3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5ACE4B9" w14:textId="3ECED4DB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5DFB2A60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57E743AE" w14:textId="77777777" w:rsidR="000C4F77" w:rsidRDefault="000C4F77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5E1C55E2" w14:textId="77777777" w:rsidR="000C4F77" w:rsidRDefault="000C4F77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0017999F" w14:textId="77777777" w:rsidR="000C4F77" w:rsidRDefault="000C4F77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246D0610" w14:textId="77777777" w:rsidR="000C4F77" w:rsidRDefault="000C4F77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58E481E" w14:textId="77777777" w:rsidR="000C4F77" w:rsidRDefault="000C4F77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3E715FC5" w14:textId="77777777" w:rsidR="000C4F77" w:rsidRDefault="000C4F77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E73DD3D" w14:textId="77777777" w:rsidR="000C4F77" w:rsidRDefault="000C4F77" w:rsidP="002B6A1C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D174D4" w:rsidRPr="007D69AC" w14:paraId="4A24BE90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9A8A53C" w14:textId="4E26180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0C4F77">
              <w:rPr>
                <w:rFonts w:ascii="Calibri" w:hAnsi="Calibri"/>
                <w:color w:val="000000"/>
              </w:rPr>
              <w:t>19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45D7BBF9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0531CBF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F828456" w14:textId="419038B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 w:rsidR="000C4F7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D1B8C85" w14:textId="3323BD4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  <w:r w:rsidR="00D835C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-1</w:t>
            </w:r>
            <w:r w:rsidR="000C4F77">
              <w:rPr>
                <w:rFonts w:ascii="Calibri" w:hAnsi="Calibri"/>
                <w:color w:val="000000"/>
              </w:rPr>
              <w:t>A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4EA91C7" w14:textId="159721CE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5E76BF0" w14:textId="1FC89999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50883287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7EAF7532" w14:textId="21946994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0C4F77">
              <w:rPr>
                <w:rFonts w:ascii="Calibri" w:hAnsi="Calibri"/>
                <w:color w:val="000000"/>
              </w:rPr>
              <w:t>19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2C300C08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4A4A54F7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0AA5B34" w14:textId="0AE03F59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 w:rsidR="000C4F7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-FU01(-)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2799AB4" w14:textId="4BA1F46F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  <w:r w:rsidR="00D835C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-1</w:t>
            </w:r>
            <w:r w:rsidR="000C4F77">
              <w:rPr>
                <w:rFonts w:ascii="Calibri" w:hAnsi="Calibri"/>
                <w:color w:val="000000"/>
              </w:rPr>
              <w:t>A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E30C9CD" w14:textId="660162E9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0BA9238" w14:textId="6DB9335C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3EE6E7E7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6B642DE3" w14:textId="6A9225ED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 w:rsidR="000C4F77">
              <w:rPr>
                <w:rFonts w:ascii="Calibri" w:hAnsi="Calibri"/>
                <w:color w:val="000000"/>
              </w:rPr>
              <w:t>20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D414649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4C326338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4152932" w14:textId="33127DA1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 w:rsidR="000C4F7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-FU02(+)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ADA326F" w14:textId="6ABB5635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  <w:r w:rsidR="00D835C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</w:t>
            </w:r>
            <w:r w:rsidR="000C4F77">
              <w:rPr>
                <w:rFonts w:ascii="Calibri" w:hAnsi="Calibri"/>
                <w:color w:val="000000"/>
              </w:rPr>
              <w:t>1B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FCDD346" w14:textId="7051E1BE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62EDD27" w14:textId="74F433C6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174D4" w:rsidRPr="007D69AC" w14:paraId="1E416A3D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3B5B4E61" w14:textId="592D2180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W2</w:t>
            </w:r>
            <w:r w:rsidR="000C4F77">
              <w:rPr>
                <w:rFonts w:ascii="Calibri" w:hAnsi="Calibri"/>
                <w:color w:val="000000"/>
              </w:rPr>
              <w:t>0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8DAA153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366BCEEF" w14:textId="77777777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0EE823C" w14:textId="2DD39471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 w:rsidR="000C4F7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-FU02(-)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90728B7" w14:textId="46916A8A" w:rsidR="00DE5B7A" w:rsidRDefault="00DE5B7A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  <w:r w:rsidR="00D835C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</w:t>
            </w:r>
            <w:r w:rsidR="000C4F77">
              <w:rPr>
                <w:rFonts w:ascii="Calibri" w:hAnsi="Calibri"/>
                <w:color w:val="000000"/>
              </w:rPr>
              <w:t>1B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2B1C40D" w14:textId="31867CDF" w:rsidR="00DE5B7A" w:rsidRPr="007D69AC" w:rsidRDefault="0028427F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8BB232D" w14:textId="57732DBC" w:rsidR="00DE5B7A" w:rsidRPr="007D69AC" w:rsidRDefault="00610767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530F0367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607D61B3" w14:textId="69421CF4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W2</w:t>
            </w:r>
            <w:r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4519EC0A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E811793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9721103" w14:textId="6D19FE8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80352D0" w14:textId="078CAD24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  <w:r w:rsidR="00D835C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</w:t>
            </w:r>
            <w:r>
              <w:rPr>
                <w:rFonts w:ascii="Calibri" w:hAnsi="Calibri"/>
                <w:color w:val="000000"/>
              </w:rPr>
              <w:t>2A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28CF4A4" w14:textId="77777777" w:rsidR="000C4F77" w:rsidRPr="007D69AC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49213D0" w14:textId="77777777" w:rsidR="000C4F77" w:rsidRPr="007D69AC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14FD336B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02027564" w14:textId="2AECA3A4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W2</w:t>
            </w:r>
            <w:r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35E312E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3F917FDD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BE31D12" w14:textId="4F36864A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2DF28EF" w14:textId="04630F0E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  <w:r w:rsidR="00D835C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-2</w:t>
            </w:r>
            <w:r>
              <w:rPr>
                <w:rFonts w:ascii="Calibri" w:hAnsi="Calibri"/>
                <w:color w:val="000000"/>
              </w:rPr>
              <w:t>A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6323A28" w14:textId="77777777" w:rsidR="000C4F77" w:rsidRPr="007D69AC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FEDE87F" w14:textId="77777777" w:rsidR="000C4F77" w:rsidRPr="007D69AC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146344E7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615B84A7" w14:textId="44C13E7E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W2</w:t>
            </w:r>
            <w:r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0EFCE213" w14:textId="0B43384D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679997E" w14:textId="2CD39899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2023F27" w14:textId="16687398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</w:t>
            </w:r>
            <w:r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B3DA6D7" w14:textId="54479654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  <w:r w:rsidR="00D835C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-2</w:t>
            </w:r>
            <w:r>
              <w:rPr>
                <w:rFonts w:ascii="Calibri" w:hAnsi="Calibri"/>
                <w:color w:val="000000"/>
              </w:rPr>
              <w:t>B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736609E" w14:textId="1F5F275D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C25776D" w14:textId="2075EC16" w:rsidR="000C4F77" w:rsidRDefault="000C4F77" w:rsidP="000C4F7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6FC049D8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33419883" w14:textId="1362FBEB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W2</w:t>
            </w:r>
            <w:r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684A1E5" w14:textId="701096F6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5943B2E5" w14:textId="477C4B9C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532D9D4" w14:textId="2CEC6A8B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</w:t>
            </w:r>
            <w:r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ADB5D4D" w14:textId="7DBFF636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  <w:r w:rsidR="00D835C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-2</w:t>
            </w:r>
            <w:r>
              <w:rPr>
                <w:rFonts w:ascii="Calibri" w:hAnsi="Calibri"/>
                <w:color w:val="000000"/>
              </w:rPr>
              <w:t>B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C973129" w14:textId="52892E0B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F45B1BC" w14:textId="73B83DB3" w:rsidR="000C4F77" w:rsidRDefault="000C4F77" w:rsidP="000C4F7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582757DF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D0EB9A8" w14:textId="68D11C34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W2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28F52FBC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613500A2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9662FAD" w14:textId="043BAF0E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</w:t>
            </w: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03FDE1B" w14:textId="66176BD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  <w:r w:rsidR="00D835C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</w:t>
            </w:r>
            <w:r>
              <w:rPr>
                <w:rFonts w:ascii="Calibri" w:hAnsi="Calibri"/>
                <w:color w:val="000000"/>
              </w:rPr>
              <w:t>3A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D389EFA" w14:textId="77777777" w:rsidR="000C4F77" w:rsidRPr="007D69AC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037CFAF" w14:textId="77777777" w:rsidR="000C4F77" w:rsidRPr="007D69AC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105B29CC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7862E40B" w14:textId="19A6A4E0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W2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04D378A1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3FC76B11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06335F4" w14:textId="7054FB4E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</w:t>
            </w: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919B61E" w14:textId="2F3DF192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  <w:r w:rsidR="00D835C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</w:t>
            </w:r>
            <w:r>
              <w:rPr>
                <w:rFonts w:ascii="Calibri" w:hAnsi="Calibri"/>
                <w:color w:val="000000"/>
              </w:rPr>
              <w:t>3A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A6C8CFE" w14:textId="77777777" w:rsidR="000C4F77" w:rsidRPr="007D69AC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169BBEC" w14:textId="77777777" w:rsidR="000C4F77" w:rsidRPr="007D69AC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6D9FA82D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145F4184" w14:textId="63350FE1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W2</w:t>
            </w:r>
            <w:r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25612698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B124D31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8281E94" w14:textId="3CDC664E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629DC13" w14:textId="2D5C0400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  <w:r w:rsidR="00D835C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</w:t>
            </w:r>
            <w:r>
              <w:rPr>
                <w:rFonts w:ascii="Calibri" w:hAnsi="Calibri"/>
                <w:color w:val="000000"/>
              </w:rPr>
              <w:t>4A</w:t>
            </w:r>
            <w:r>
              <w:rPr>
                <w:rFonts w:ascii="Calibri" w:hAnsi="Calibri"/>
                <w:color w:val="000000"/>
              </w:rPr>
              <w:t>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EEC833E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273C028" w14:textId="77777777" w:rsidR="000C4F77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14F8F79D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103CAE6" w14:textId="27D661DA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W2</w:t>
            </w:r>
            <w:r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298B9978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6B8B681C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E25DA01" w14:textId="0A26A9BE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</w:t>
            </w:r>
            <w:r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-FU0</w:t>
            </w: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D293E7D" w14:textId="54D6EA36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</w:t>
            </w:r>
            <w:r w:rsidR="00D835C7">
              <w:rPr>
                <w:rFonts w:ascii="Calibri" w:hAnsi="Calibri"/>
                <w:color w:val="000000"/>
              </w:rPr>
              <w:t>1.3</w:t>
            </w:r>
            <w:r>
              <w:rPr>
                <w:rFonts w:ascii="Calibri" w:hAnsi="Calibri"/>
                <w:color w:val="000000"/>
              </w:rPr>
              <w:t>-</w:t>
            </w:r>
            <w:r>
              <w:rPr>
                <w:rFonts w:ascii="Calibri" w:hAnsi="Calibri"/>
                <w:color w:val="000000"/>
              </w:rPr>
              <w:t>4A</w:t>
            </w:r>
            <w:r>
              <w:rPr>
                <w:rFonts w:ascii="Calibri" w:hAnsi="Calibri"/>
                <w:color w:val="000000"/>
              </w:rPr>
              <w:t>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24F315A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32531EC" w14:textId="77777777" w:rsidR="000C4F77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568C01AB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033583CD" w14:textId="7777777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370DF04B" w14:textId="7777777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2CC83628" w14:textId="7777777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17D25CE6" w14:textId="7777777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7C429827" w14:textId="7777777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21D3FDA4" w14:textId="77777777" w:rsidR="000C4F77" w:rsidRPr="007D69AC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5CB63E97" w14:textId="50805B76" w:rsidR="000C4F77" w:rsidRPr="007D69AC" w:rsidRDefault="000C4F77" w:rsidP="000C4F77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0C4F77" w:rsidRPr="007D69AC" w14:paraId="2D294F1E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1BAFBBA1" w14:textId="5F3C3B9D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31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FBDE056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72541CB4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FDE20F3" w14:textId="3B1DDE3B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7A2D1FC" w14:textId="28240A13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-1A(+)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C5E83DE" w14:textId="77777777" w:rsidR="000C4F77" w:rsidRPr="007D69AC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0F5B4E3" w14:textId="77777777" w:rsidR="000C4F77" w:rsidRPr="007D69AC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70B36763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4CD05E5" w14:textId="7EF78AB5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31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6867ED6B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760C09CB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6E0AE7A" w14:textId="40B52B5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-FU01(-)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492505E" w14:textId="578CCA80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-1A(-)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C21FC04" w14:textId="77777777" w:rsidR="000C4F77" w:rsidRPr="007D69AC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ECE056F" w14:textId="77777777" w:rsidR="000C4F77" w:rsidRPr="007D69AC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733740EF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D9228BE" w14:textId="0E23F982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32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B31CA87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0337E27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27B613A" w14:textId="6CE21BDB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-FU02(+)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24DDDB8" w14:textId="1C14F7B8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-1B(+)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03F81D6" w14:textId="77777777" w:rsidR="000C4F77" w:rsidRPr="007D69AC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F64A5BF" w14:textId="77777777" w:rsidR="000C4F77" w:rsidRPr="007D69AC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6045DB88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9C2F561" w14:textId="31D239AF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32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74C5B16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74F3476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49C41B4" w14:textId="53D60964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-FU02(-)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99137A8" w14:textId="450EC005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-1B(-)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3111ABF" w14:textId="77777777" w:rsidR="000C4F77" w:rsidRPr="007D69AC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23BEED2" w14:textId="77777777" w:rsidR="000C4F77" w:rsidRPr="007D69AC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19DFCE30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7303EA29" w14:textId="06F7A23A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W</w:t>
            </w:r>
            <w:r>
              <w:rPr>
                <w:rFonts w:ascii="Calibri" w:hAnsi="Calibri"/>
                <w:color w:val="000000"/>
              </w:rPr>
              <w:t>33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83B2D76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14C10C4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E2BDD49" w14:textId="21230FA5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-FU03(+)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3D50831" w14:textId="4E556865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-2A(+)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EA8355C" w14:textId="77777777" w:rsidR="000C4F77" w:rsidRPr="007D69AC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6140A67" w14:textId="77777777" w:rsidR="000C4F77" w:rsidRPr="007D69AC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7D831F5F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39F5C6D4" w14:textId="5FB2289C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33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24D9801E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4714D537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544826A" w14:textId="1E96EDDF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-FU03(-)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04BD169" w14:textId="438D1B70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-2A(-)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7AD65C2" w14:textId="77777777" w:rsidR="000C4F77" w:rsidRPr="007D69AC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225C1A9" w14:textId="77777777" w:rsidR="000C4F77" w:rsidRPr="007D69AC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11503A62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A577B72" w14:textId="55450F33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34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9279F99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022B2F6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E383CF1" w14:textId="1A73E990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-FU04(+)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E86BE85" w14:textId="38818482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-2B(+)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247DBCA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9C7CEAA" w14:textId="77777777" w:rsidR="000C4F77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4308185C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4DDC8749" w14:textId="6D77454F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34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203ED283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51EC103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7DF4644" w14:textId="3FD8E8E5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-FU04(-)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B975EB1" w14:textId="36F34C7E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 w:rsidR="00D835C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-2B(-)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9188AC9" w14:textId="77777777" w:rsidR="000C4F77" w:rsidRDefault="000C4F7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D911CBA" w14:textId="77777777" w:rsidR="000C4F77" w:rsidRDefault="000C4F7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0C4F77" w:rsidRPr="007D69AC" w14:paraId="35DB7AD2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6E93D610" w14:textId="7777777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3888188D" w14:textId="7777777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5822B30F" w14:textId="7777777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463C3E7C" w14:textId="7777777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1035F471" w14:textId="7777777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00EF3AEB" w14:textId="77777777" w:rsidR="000C4F77" w:rsidRPr="007D69AC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4B3EEC2" w14:textId="77777777" w:rsidR="000C4F77" w:rsidRPr="007D69AC" w:rsidRDefault="000C4F77" w:rsidP="000C4F77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D835C7" w:rsidRPr="007D69AC" w14:paraId="60B92B0A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152505A8" w14:textId="103B7D95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35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4856C763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442BF423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541AE04" w14:textId="57FACDA5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-FU01(+)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3BDBE59" w14:textId="0E9B7948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-1A(+)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13C2F94" w14:textId="77777777" w:rsidR="00D835C7" w:rsidRPr="007D69AC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CFA130A" w14:textId="77777777" w:rsidR="00D835C7" w:rsidRPr="007D69AC" w:rsidRDefault="00D835C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835C7" w:rsidRPr="007D69AC" w14:paraId="6A3AAE57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3AB5189E" w14:textId="02AC85CD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35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07E3426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4A36BFA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C7204F3" w14:textId="3FFD7741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-FU01(-)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D34C1C9" w14:textId="77015E41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-1A(-)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BFAF7E4" w14:textId="77777777" w:rsidR="00D835C7" w:rsidRPr="007D69AC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6049E53" w14:textId="77777777" w:rsidR="00D835C7" w:rsidRPr="007D69AC" w:rsidRDefault="00D835C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835C7" w:rsidRPr="007D69AC" w14:paraId="1E1053E5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683F37CA" w14:textId="45F1B1F1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36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C4C27B5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709C3719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3FAACF3" w14:textId="73F3C54F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-FU02(+)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2C9AB4A" w14:textId="63C53F66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-1B(+)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DBCF485" w14:textId="77777777" w:rsidR="00D835C7" w:rsidRPr="007D69AC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4FD8CD3" w14:textId="77777777" w:rsidR="00D835C7" w:rsidRPr="007D69AC" w:rsidRDefault="00D835C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835C7" w:rsidRPr="007D69AC" w14:paraId="44E74C31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736F387A" w14:textId="28E27ED5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36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0CD69AAF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FF8D084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764207C" w14:textId="2211CC2F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-FU02(-)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73F084B" w14:textId="1BBA66FD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-1B(-)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82DF784" w14:textId="77777777" w:rsidR="00D835C7" w:rsidRPr="007D69AC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67D6DB9" w14:textId="77777777" w:rsidR="00D835C7" w:rsidRPr="007D69AC" w:rsidRDefault="00D835C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835C7" w:rsidRPr="007D69AC" w14:paraId="7FDE0C6B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7862C28C" w14:textId="0BB148C9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37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FCE7163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DE0DEF9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6D6C19D" w14:textId="77E33BB6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-FU03(+)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7CE5EA2" w14:textId="008DF770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-2A(+)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31121F9" w14:textId="77777777" w:rsidR="00D835C7" w:rsidRPr="007D69AC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3514558" w14:textId="77777777" w:rsidR="00D835C7" w:rsidRPr="007D69AC" w:rsidRDefault="00D835C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835C7" w:rsidRPr="007D69AC" w14:paraId="52CC6FBC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048F61B5" w14:textId="30C928FC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37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0BA4018C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DDC1274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EBCC7A0" w14:textId="586AE6C0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-FU03(-)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B433D02" w14:textId="5BBE468B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-2A(-)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D88678B" w14:textId="77777777" w:rsidR="00D835C7" w:rsidRPr="007D69AC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4F915F7" w14:textId="77777777" w:rsidR="00D835C7" w:rsidRPr="007D69AC" w:rsidRDefault="00D835C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835C7" w:rsidRPr="007D69AC" w14:paraId="6259D246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07E75252" w14:textId="724A8E70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38</w:t>
            </w:r>
            <w:r>
              <w:rPr>
                <w:rFonts w:ascii="Calibri" w:hAnsi="Calibri"/>
                <w:color w:val="000000"/>
              </w:rPr>
              <w:t>+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04DD128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545DBC4E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B0DCED5" w14:textId="194263E6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-FU04(+)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BC49AB1" w14:textId="6A68457B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-2B(+)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06F65EC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CA5DE9B" w14:textId="77777777" w:rsidR="00D835C7" w:rsidRDefault="00D835C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835C7" w:rsidRPr="007D69AC" w14:paraId="7397F15F" w14:textId="77777777" w:rsidTr="00D60FFE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AE4ABD6" w14:textId="3F3AFAE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</w:t>
            </w:r>
            <w:r>
              <w:rPr>
                <w:rFonts w:ascii="Calibri" w:hAnsi="Calibri"/>
                <w:color w:val="000000"/>
              </w:rPr>
              <w:t>38</w:t>
            </w: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21A0F381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H1Z2Z2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36AA6FA2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1x6mm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389768A" w14:textId="34869383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RDC2.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-FU04(-)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B955A10" w14:textId="1F8F523A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</w:t>
            </w:r>
            <w:r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-2B(-)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BACC7B0" w14:textId="77777777" w:rsidR="00D835C7" w:rsidRDefault="00D835C7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E75ADC4" w14:textId="77777777" w:rsidR="00D835C7" w:rsidRDefault="00D835C7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z jištění do technologie</w:t>
            </w:r>
          </w:p>
        </w:tc>
      </w:tr>
      <w:tr w:rsidR="00D835C7" w:rsidRPr="007D69AC" w14:paraId="3D76E467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09D0EAD9" w14:textId="77777777" w:rsidR="00D835C7" w:rsidRDefault="00D835C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2ECE379D" w14:textId="77777777" w:rsidR="00D835C7" w:rsidRDefault="00D835C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38383F07" w14:textId="77777777" w:rsidR="00D835C7" w:rsidRDefault="00D835C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60D6C3D6" w14:textId="77777777" w:rsidR="00D835C7" w:rsidRDefault="00D835C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A23CFD8" w14:textId="77777777" w:rsidR="00D835C7" w:rsidRDefault="00D835C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3AE968E9" w14:textId="77777777" w:rsidR="00D835C7" w:rsidRPr="007D69AC" w:rsidRDefault="00D835C7" w:rsidP="000C4F7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76A8B83" w14:textId="77777777" w:rsidR="00D835C7" w:rsidRPr="007D69AC" w:rsidRDefault="00D835C7" w:rsidP="000C4F77">
            <w:pPr>
              <w:jc w:val="left"/>
              <w:rPr>
                <w:rFonts w:ascii="Calibri" w:hAnsi="Calibri"/>
                <w:color w:val="000000"/>
              </w:rPr>
            </w:pPr>
          </w:p>
        </w:tc>
      </w:tr>
      <w:tr w:rsidR="000C4F77" w:rsidRPr="007D69AC" w14:paraId="5D63ECDD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77830D3E" w14:textId="49D228D1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99FEAFF" w14:textId="2256D2AF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CYKY-J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7073300" w14:textId="72782C4C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4x95+50mm</w:t>
            </w:r>
            <w:r w:rsidRPr="009D62F8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A3C2BF1" w14:textId="716C1E8B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Rkuchyne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16E8515" w14:textId="01752E9E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RAC1-XL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7F449DF" w14:textId="776292BC" w:rsidR="000C4F77" w:rsidRPr="007D69AC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1C2E8A5" w14:textId="42046431" w:rsidR="000C4F77" w:rsidRPr="007D69AC" w:rsidRDefault="000C4F77" w:rsidP="000C4F7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se stáv. rozvaděčem</w:t>
            </w:r>
          </w:p>
        </w:tc>
      </w:tr>
      <w:tr w:rsidR="000C4F77" w:rsidRPr="007D69AC" w14:paraId="103DEB68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5D82BBEA" w14:textId="7C2FEE3F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W2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B6FF3D8" w14:textId="709C6A61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CYKY-J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0EA9EA2" w14:textId="6827A1C6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4x70m+35mm</w:t>
            </w:r>
            <w:r w:rsidRPr="00D174D4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3D45564" w14:textId="30291BA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RH2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3DC9B11" w14:textId="326BD21F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RAC2-XL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135CECA" w14:textId="68B3DADE" w:rsidR="000C4F77" w:rsidRPr="007D69AC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84AFFA4" w14:textId="5033C499" w:rsidR="000C4F77" w:rsidRPr="007D69AC" w:rsidRDefault="000C4F77" w:rsidP="000C4F7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se stáv. rozvaděčem</w:t>
            </w:r>
          </w:p>
        </w:tc>
      </w:tr>
      <w:tr w:rsidR="000C4F77" w:rsidRPr="007D69AC" w14:paraId="10D065AD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67B493EA" w14:textId="411EC174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W1.2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159B784A" w14:textId="6460B60D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CYKY-J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862612A" w14:textId="38BDD6F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5x16mm</w:t>
            </w:r>
            <w:r w:rsidRPr="00D174D4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136372A" w14:textId="47D36508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INV1.2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7EF14DB" w14:textId="02004B00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RAC1-X1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A000428" w14:textId="0D4BE706" w:rsidR="000C4F77" w:rsidRPr="007D69AC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DAC29E7" w14:textId="2EFB4F2C" w:rsidR="000C4F77" w:rsidRPr="007D69AC" w:rsidRDefault="000C4F77" w:rsidP="000C4F7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střídač INV1.2 rozvaděč AC</w:t>
            </w:r>
          </w:p>
        </w:tc>
      </w:tr>
      <w:tr w:rsidR="000C4F77" w:rsidRPr="007D69AC" w14:paraId="1685249A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7D9ABD21" w14:textId="5FC583E2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W1.3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4569A84" w14:textId="30444741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CYKY-J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797299C9" w14:textId="6D072B6E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5x25mm</w:t>
            </w:r>
            <w:r w:rsidRPr="00D174D4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C829A13" w14:textId="571E33FB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INV1.3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95D8DA9" w14:textId="4BD1B776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RAC1-X1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5108688" w14:textId="782CB944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605C5E1" w14:textId="4C916E76" w:rsidR="000C4F77" w:rsidRDefault="000C4F77" w:rsidP="000C4F7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střídač INV1.3 rozvaděč AC</w:t>
            </w:r>
          </w:p>
        </w:tc>
      </w:tr>
      <w:tr w:rsidR="000C4F77" w:rsidRPr="007D69AC" w14:paraId="6EDB0ED5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56ED3CDC" w14:textId="09EEED49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W2.2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6644954B" w14:textId="734E5BEC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CYKY-J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7020421F" w14:textId="1DCE03AF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5x16mm</w:t>
            </w:r>
            <w:r w:rsidRPr="00D174D4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095A456" w14:textId="1F8B786F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7CE417F" w14:textId="1FE521C8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RAC2-X1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EB37F34" w14:textId="5204DAAF" w:rsidR="000C4F77" w:rsidRPr="007D69AC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723AE1B" w14:textId="5D12E26F" w:rsidR="000C4F77" w:rsidRPr="007D69AC" w:rsidRDefault="000C4F77" w:rsidP="000C4F7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střídač INV2.2 rozvaděč AC</w:t>
            </w:r>
          </w:p>
        </w:tc>
      </w:tr>
      <w:tr w:rsidR="000C4F77" w:rsidRPr="007D69AC" w14:paraId="01D66357" w14:textId="77777777" w:rsidTr="000C4F77">
        <w:trPr>
          <w:trHeight w:val="299"/>
        </w:trPr>
        <w:tc>
          <w:tcPr>
            <w:tcW w:w="1216" w:type="dxa"/>
            <w:shd w:val="clear" w:color="auto" w:fill="auto"/>
            <w:vAlign w:val="center"/>
          </w:tcPr>
          <w:p w14:paraId="2C1C6DE3" w14:textId="324DCC12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W2.3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9B05D74" w14:textId="7E67BE18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CYKY-J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5DFE09A0" w14:textId="761612D7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5x16mm</w:t>
            </w:r>
            <w:r w:rsidRPr="00D174D4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5C41AD6" w14:textId="1605E691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INV2.3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F466A2A" w14:textId="495F47AA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RAC2-X1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B63D926" w14:textId="681D8A6E" w:rsidR="000C4F77" w:rsidRDefault="000C4F77" w:rsidP="000C4F7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08E6570" w14:textId="142C62D1" w:rsidR="000C4F77" w:rsidRDefault="000C4F77" w:rsidP="000C4F77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Propoj střídač INV2.3 rozvaděč AC</w:t>
            </w:r>
          </w:p>
        </w:tc>
      </w:tr>
    </w:tbl>
    <w:p w14:paraId="7C423C9D" w14:textId="76EFFE72" w:rsidR="007754BE" w:rsidRDefault="007754BE" w:rsidP="004632C0">
      <w:pPr>
        <w:jc w:val="left"/>
        <w:rPr>
          <w:rFonts w:cs="Arial"/>
          <w:b/>
          <w:sz w:val="28"/>
          <w:szCs w:val="28"/>
        </w:rPr>
      </w:pPr>
    </w:p>
    <w:sectPr w:rsidR="007754BE" w:rsidSect="00A84429">
      <w:headerReference w:type="default" r:id="rId11"/>
      <w:footerReference w:type="default" r:id="rId12"/>
      <w:headerReference w:type="first" r:id="rId13"/>
      <w:footerReference w:type="first" r:id="rId14"/>
      <w:footnotePr>
        <w:numFmt w:val="chicago"/>
        <w:numRestart w:val="eachPage"/>
      </w:footnotePr>
      <w:endnotePr>
        <w:numFmt w:val="decimal"/>
      </w:endnotePr>
      <w:pgSz w:w="11907" w:h="16840" w:code="9"/>
      <w:pgMar w:top="1233" w:right="567" w:bottom="1418" w:left="567" w:header="285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17EC1" w14:textId="77777777" w:rsidR="009A1486" w:rsidRDefault="009A1486">
      <w:r>
        <w:separator/>
      </w:r>
    </w:p>
    <w:p w14:paraId="644860A4" w14:textId="77777777" w:rsidR="009A1486" w:rsidRDefault="009A1486"/>
  </w:endnote>
  <w:endnote w:type="continuationSeparator" w:id="0">
    <w:p w14:paraId="562E7EA6" w14:textId="77777777" w:rsidR="009A1486" w:rsidRDefault="009A1486">
      <w:r>
        <w:continuationSeparator/>
      </w:r>
    </w:p>
    <w:p w14:paraId="50BD822B" w14:textId="77777777" w:rsidR="009A1486" w:rsidRDefault="009A1486"/>
  </w:endnote>
  <w:endnote w:type="continuationNotice" w:id="1">
    <w:p w14:paraId="1841A5FA" w14:textId="77777777" w:rsidR="009A1486" w:rsidRDefault="009A14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5B485" w14:textId="7332C957" w:rsidR="001E0A70" w:rsidRPr="00D557D0" w:rsidRDefault="001E0A70" w:rsidP="009F38D7">
    <w:pPr>
      <w:pStyle w:val="Pta"/>
      <w:pBdr>
        <w:top w:val="single" w:sz="4" w:space="1" w:color="000000"/>
      </w:pBdr>
      <w:tabs>
        <w:tab w:val="center" w:pos="5528"/>
        <w:tab w:val="right" w:pos="11057"/>
      </w:tabs>
      <w:rPr>
        <w:rFonts w:cs="Arial"/>
        <w:sz w:val="14"/>
        <w:szCs w:val="14"/>
      </w:rPr>
    </w:pPr>
    <w:r w:rsidRPr="00D557D0">
      <w:rPr>
        <w:rFonts w:cs="Arial"/>
        <w:noProof/>
        <w:sz w:val="14"/>
        <w:szCs w:val="14"/>
      </w:rPr>
      <w:drawing>
        <wp:anchor distT="0" distB="0" distL="114300" distR="114300" simplePos="0" relativeHeight="251657216" behindDoc="0" locked="0" layoutInCell="1" allowOverlap="0" wp14:anchorId="0D2D4E91" wp14:editId="42EAD312">
          <wp:simplePos x="0" y="0"/>
          <wp:positionH relativeFrom="column">
            <wp:posOffset>-35560</wp:posOffset>
          </wp:positionH>
          <wp:positionV relativeFrom="paragraph">
            <wp:posOffset>553456</wp:posOffset>
          </wp:positionV>
          <wp:extent cx="5681345" cy="396240"/>
          <wp:effectExtent l="0" t="0" r="0" b="0"/>
          <wp:wrapSquare wrapText="bothSides"/>
          <wp:docPr id="7" name="obrázek 5" descr="frag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rag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95" t="23618" r="28001" b="70871"/>
                  <a:stretch>
                    <a:fillRect/>
                  </a:stretch>
                </pic:blipFill>
                <pic:spPr bwMode="auto">
                  <a:xfrm>
                    <a:off x="0" y="0"/>
                    <a:ext cx="568134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47455">
      <w:rPr>
        <w:rFonts w:cs="Arial"/>
        <w:sz w:val="14"/>
        <w:szCs w:val="14"/>
      </w:rPr>
      <w:t xml:space="preserve"> </w:t>
    </w:r>
    <w:r w:rsidRPr="008F469F">
      <w:rPr>
        <w:rFonts w:cs="Arial"/>
        <w:sz w:val="14"/>
        <w:szCs w:val="14"/>
      </w:rPr>
      <w:t>Z0</w:t>
    </w:r>
    <w:r w:rsidR="00444171">
      <w:rPr>
        <w:rFonts w:cs="Arial"/>
        <w:sz w:val="14"/>
        <w:szCs w:val="14"/>
      </w:rPr>
      <w:t>2</w:t>
    </w:r>
    <w:r w:rsidR="004632C0">
      <w:rPr>
        <w:rFonts w:cs="Arial"/>
        <w:sz w:val="14"/>
        <w:szCs w:val="14"/>
      </w:rPr>
      <w:t>1058</w:t>
    </w:r>
    <w:r w:rsidR="008107B1">
      <w:rPr>
        <w:rFonts w:cs="Arial"/>
        <w:sz w:val="14"/>
        <w:szCs w:val="14"/>
      </w:rPr>
      <w:t xml:space="preserve"> </w:t>
    </w:r>
    <w:r w:rsidR="004632C0">
      <w:rPr>
        <w:rFonts w:cs="Arial"/>
        <w:sz w:val="14"/>
        <w:szCs w:val="14"/>
      </w:rPr>
      <w:t>FVE ZŠ JANA BABÁKA</w:t>
    </w:r>
    <w:r w:rsidRPr="00D557D0">
      <w:rPr>
        <w:rFonts w:cs="Arial"/>
        <w:sz w:val="14"/>
        <w:szCs w:val="14"/>
      </w:rPr>
      <w:tab/>
      <w:t xml:space="preserve">         </w:t>
    </w:r>
    <w:r>
      <w:rPr>
        <w:rFonts w:cs="Arial"/>
        <w:sz w:val="14"/>
        <w:szCs w:val="14"/>
      </w:rPr>
      <w:tab/>
    </w:r>
    <w:r w:rsidRPr="00D557D0">
      <w:rPr>
        <w:rFonts w:cs="Arial"/>
        <w:sz w:val="14"/>
        <w:szCs w:val="14"/>
      </w:rPr>
      <w:fldChar w:fldCharType="begin"/>
    </w:r>
    <w:r w:rsidRPr="00D557D0">
      <w:rPr>
        <w:rFonts w:cs="Arial"/>
        <w:sz w:val="14"/>
        <w:szCs w:val="14"/>
      </w:rPr>
      <w:instrText xml:space="preserve"> PAGE </w:instrText>
    </w:r>
    <w:r w:rsidRPr="00D557D0">
      <w:rPr>
        <w:rFonts w:cs="Arial"/>
        <w:sz w:val="14"/>
        <w:szCs w:val="14"/>
      </w:rPr>
      <w:fldChar w:fldCharType="separate"/>
    </w:r>
    <w:r w:rsidR="00EF6ECD">
      <w:rPr>
        <w:rFonts w:cs="Arial"/>
        <w:noProof/>
        <w:sz w:val="14"/>
        <w:szCs w:val="14"/>
      </w:rPr>
      <w:t>1</w:t>
    </w:r>
    <w:r w:rsidRPr="00D557D0">
      <w:rPr>
        <w:rFonts w:cs="Arial"/>
        <w:sz w:val="14"/>
        <w:szCs w:val="14"/>
      </w:rPr>
      <w:fldChar w:fldCharType="end"/>
    </w:r>
    <w:r w:rsidRPr="00D557D0">
      <w:rPr>
        <w:rFonts w:cs="Arial"/>
        <w:sz w:val="14"/>
        <w:szCs w:val="14"/>
      </w:rPr>
      <w:t xml:space="preserve">                                                                        </w:t>
    </w:r>
    <w:r>
      <w:rPr>
        <w:rFonts w:cs="Arial"/>
        <w:sz w:val="14"/>
        <w:szCs w:val="14"/>
      </w:rPr>
      <w:t xml:space="preserve">          </w:t>
    </w:r>
  </w:p>
  <w:p w14:paraId="0D2D4E88" w14:textId="1722E6DB" w:rsidR="001E0A70" w:rsidRPr="004A14F9" w:rsidRDefault="00AB2537" w:rsidP="00463C03">
    <w:pPr>
      <w:pStyle w:val="Pta"/>
      <w:tabs>
        <w:tab w:val="clear" w:pos="8640"/>
        <w:tab w:val="left" w:pos="2400"/>
        <w:tab w:val="center" w:pos="10632"/>
        <w:tab w:val="right" w:pos="11057"/>
      </w:tabs>
      <w:spacing w:before="0"/>
      <w:ind w:left="-142" w:right="141"/>
      <w:contextualSpacing/>
      <w:rPr>
        <w:rFonts w:cs="Arial"/>
        <w:sz w:val="10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45DCF3" wp14:editId="2794EBB3">
              <wp:simplePos x="0" y="0"/>
              <wp:positionH relativeFrom="column">
                <wp:posOffset>6014720</wp:posOffset>
              </wp:positionH>
              <wp:positionV relativeFrom="paragraph">
                <wp:posOffset>10080625</wp:posOffset>
              </wp:positionV>
              <wp:extent cx="1328420" cy="396240"/>
              <wp:effectExtent l="0" t="0" r="0" b="0"/>
              <wp:wrapNone/>
              <wp:docPr id="11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803582" w14:textId="77777777" w:rsidR="001E0A70" w:rsidRPr="00E77197" w:rsidRDefault="001E0A70" w:rsidP="00C81A44">
                          <w:pPr>
                            <w:rPr>
                              <w:rFonts w:cs="Arial"/>
                              <w:sz w:val="4"/>
                              <w:szCs w:val="4"/>
                            </w:rPr>
                          </w:pPr>
                        </w:p>
                        <w:p w14:paraId="15917F37" w14:textId="77777777" w:rsidR="001E0A70" w:rsidRPr="00400F00" w:rsidRDefault="001E0A70" w:rsidP="00C81A44">
                          <w:pPr>
                            <w:rPr>
                              <w:rFonts w:cs="Arial"/>
                              <w:sz w:val="13"/>
                              <w:szCs w:val="13"/>
                            </w:rPr>
                          </w:pPr>
                          <w:r w:rsidRPr="00400F00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MAGUS 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>ENERGO s.r.o.</w:t>
                          </w:r>
                        </w:p>
                        <w:p w14:paraId="09CA234C" w14:textId="77777777" w:rsidR="001E0A70" w:rsidRPr="00400F00" w:rsidRDefault="001E0A70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Pohankova 8, 628 00 Brno</w:t>
                          </w:r>
                        </w:p>
                        <w:p w14:paraId="2AB8C492" w14:textId="77777777" w:rsidR="001E0A70" w:rsidRPr="00400F00" w:rsidRDefault="001E0A70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Česká republika</w:t>
                          </w:r>
                        </w:p>
                        <w:p w14:paraId="0D59E418" w14:textId="77777777" w:rsidR="001E0A70" w:rsidRPr="00400F00" w:rsidRDefault="001E0A70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www.magus.cz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5DCF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73.6pt;margin-top:793.75pt;width:104.6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" stroked="f">
              <v:textbox inset="0,0,0,0">
                <w:txbxContent>
                  <w:p w14:paraId="14803582" w14:textId="77777777" w:rsidR="001E0A70" w:rsidRPr="00E77197" w:rsidRDefault="001E0A70" w:rsidP="00C81A44">
                    <w:pPr>
                      <w:rPr>
                        <w:rFonts w:cs="Arial"/>
                        <w:sz w:val="4"/>
                        <w:szCs w:val="4"/>
                      </w:rPr>
                    </w:pPr>
                  </w:p>
                  <w:p w14:paraId="15917F37" w14:textId="77777777" w:rsidR="001E0A70" w:rsidRPr="00400F00" w:rsidRDefault="001E0A70" w:rsidP="00C81A44">
                    <w:pPr>
                      <w:rPr>
                        <w:rFonts w:cs="Arial"/>
                        <w:sz w:val="13"/>
                        <w:szCs w:val="13"/>
                      </w:rPr>
                    </w:pPr>
                    <w:r w:rsidRPr="00400F00">
                      <w:rPr>
                        <w:rFonts w:cs="Arial"/>
                        <w:sz w:val="13"/>
                        <w:szCs w:val="13"/>
                      </w:rPr>
                      <w:t xml:space="preserve">MAGUS 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>ENERGO s.r.o.</w:t>
                    </w:r>
                  </w:p>
                  <w:p w14:paraId="09CA234C" w14:textId="77777777" w:rsidR="001E0A70" w:rsidRPr="00400F00" w:rsidRDefault="001E0A70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Pohankova 8, 628 00 Brno</w:t>
                    </w:r>
                  </w:p>
                  <w:p w14:paraId="2AB8C492" w14:textId="77777777" w:rsidR="001E0A70" w:rsidRPr="00400F00" w:rsidRDefault="001E0A70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Česká republika</w:t>
                    </w:r>
                  </w:p>
                  <w:p w14:paraId="0D59E418" w14:textId="77777777" w:rsidR="001E0A70" w:rsidRPr="00400F00" w:rsidRDefault="001E0A70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www.magus.cz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E4CA59" wp14:editId="5CD8CC6E">
              <wp:simplePos x="0" y="0"/>
              <wp:positionH relativeFrom="column">
                <wp:posOffset>5654675</wp:posOffset>
              </wp:positionH>
              <wp:positionV relativeFrom="paragraph">
                <wp:posOffset>8890</wp:posOffset>
              </wp:positionV>
              <wp:extent cx="1328420" cy="39624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D4EBC" w14:textId="77777777" w:rsidR="001E0A70" w:rsidRPr="00E77197" w:rsidRDefault="001E0A70" w:rsidP="00E93F62">
                          <w:pPr>
                            <w:rPr>
                              <w:rFonts w:cs="Arial"/>
                              <w:sz w:val="4"/>
                              <w:szCs w:val="4"/>
                            </w:rPr>
                          </w:pPr>
                        </w:p>
                        <w:p w14:paraId="0D2D4EBD" w14:textId="78435D23" w:rsidR="001E0A70" w:rsidRPr="00400F00" w:rsidRDefault="001E0A70" w:rsidP="00E93F62">
                          <w:pPr>
                            <w:rPr>
                              <w:rFonts w:cs="Arial"/>
                              <w:sz w:val="13"/>
                              <w:szCs w:val="13"/>
                            </w:rPr>
                          </w:pPr>
                          <w:r w:rsidRPr="00400F00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MAGUS </w:t>
                          </w:r>
                          <w:r w:rsidR="008107B1">
                            <w:rPr>
                              <w:rFonts w:cs="Arial"/>
                              <w:sz w:val="13"/>
                              <w:szCs w:val="13"/>
                            </w:rPr>
                            <w:t>INTERNATIONAL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 s.r.o.</w:t>
                          </w:r>
                        </w:p>
                        <w:p w14:paraId="0D2D4EBE" w14:textId="77777777" w:rsidR="001E0A70" w:rsidRPr="00400F00" w:rsidRDefault="001E0A70" w:rsidP="00E93F62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Pohankova 8, 628 00 Brno</w:t>
                          </w:r>
                        </w:p>
                        <w:p w14:paraId="0D2D4EBF" w14:textId="77777777" w:rsidR="001E0A70" w:rsidRPr="00400F00" w:rsidRDefault="001E0A70" w:rsidP="00E93F62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Česká republika</w:t>
                          </w:r>
                        </w:p>
                        <w:p w14:paraId="0D2D4EC0" w14:textId="77777777" w:rsidR="001E0A70" w:rsidRPr="00400F00" w:rsidRDefault="001E0A70" w:rsidP="00E93F62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www.magus.cz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E4CA59" id="_x0000_s1027" type="#_x0000_t202" style="position:absolute;left:0;text-align:left;margin-left:445.25pt;margin-top:.7pt;width:104.6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" stroked="f">
              <v:textbox inset="0,0,0,0">
                <w:txbxContent>
                  <w:p w14:paraId="0D2D4EBC" w14:textId="77777777" w:rsidR="001E0A70" w:rsidRPr="00E77197" w:rsidRDefault="001E0A70" w:rsidP="00E93F62">
                    <w:pPr>
                      <w:rPr>
                        <w:rFonts w:cs="Arial"/>
                        <w:sz w:val="4"/>
                        <w:szCs w:val="4"/>
                      </w:rPr>
                    </w:pPr>
                  </w:p>
                  <w:p w14:paraId="0D2D4EBD" w14:textId="78435D23" w:rsidR="001E0A70" w:rsidRPr="00400F00" w:rsidRDefault="001E0A70" w:rsidP="00E93F62">
                    <w:pPr>
                      <w:rPr>
                        <w:rFonts w:cs="Arial"/>
                        <w:sz w:val="13"/>
                        <w:szCs w:val="13"/>
                      </w:rPr>
                    </w:pPr>
                    <w:r w:rsidRPr="00400F00">
                      <w:rPr>
                        <w:rFonts w:cs="Arial"/>
                        <w:sz w:val="13"/>
                        <w:szCs w:val="13"/>
                      </w:rPr>
                      <w:t xml:space="preserve">MAGUS </w:t>
                    </w:r>
                    <w:r w:rsidR="008107B1">
                      <w:rPr>
                        <w:rFonts w:cs="Arial"/>
                        <w:sz w:val="13"/>
                        <w:szCs w:val="13"/>
                      </w:rPr>
                      <w:t>INTERNATIONAL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 xml:space="preserve"> s.r.o.</w:t>
                    </w:r>
                  </w:p>
                  <w:p w14:paraId="0D2D4EBE" w14:textId="77777777" w:rsidR="001E0A70" w:rsidRPr="00400F00" w:rsidRDefault="001E0A70" w:rsidP="00E93F62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Pohankova 8, 628 00 Brno</w:t>
                    </w:r>
                  </w:p>
                  <w:p w14:paraId="0D2D4EBF" w14:textId="77777777" w:rsidR="001E0A70" w:rsidRPr="00400F00" w:rsidRDefault="001E0A70" w:rsidP="00E93F62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Česká republika</w:t>
                    </w:r>
                  </w:p>
                  <w:p w14:paraId="0D2D4EC0" w14:textId="77777777" w:rsidR="001E0A70" w:rsidRPr="00400F00" w:rsidRDefault="001E0A70" w:rsidP="00E93F62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www.magus.cz</w:t>
                    </w:r>
                  </w:p>
                </w:txbxContent>
              </v:textbox>
            </v:shape>
          </w:pict>
        </mc:Fallback>
      </mc:AlternateContent>
    </w:r>
  </w:p>
  <w:p w14:paraId="0845F56C" w14:textId="77777777" w:rsidR="001E0A70" w:rsidRDefault="001E0A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A" w14:textId="77777777" w:rsidR="001E0A70" w:rsidRPr="0025760E" w:rsidRDefault="001E0A70" w:rsidP="001F7964">
    <w:pPr>
      <w:pStyle w:val="Pta"/>
      <w:pBdr>
        <w:top w:val="single" w:sz="4" w:space="1" w:color="auto"/>
      </w:pBdr>
      <w:tabs>
        <w:tab w:val="clear" w:pos="8640"/>
        <w:tab w:val="left" w:pos="2400"/>
        <w:tab w:val="center" w:pos="10348"/>
        <w:tab w:val="right" w:pos="10915"/>
      </w:tabs>
      <w:spacing w:before="0"/>
      <w:contextualSpacing/>
      <w:rPr>
        <w:rFonts w:cs="Arial"/>
        <w:sz w:val="16"/>
        <w:szCs w:val="16"/>
      </w:rPr>
    </w:pPr>
    <w:r>
      <w:rPr>
        <w:rFonts w:cs="Arial"/>
        <w:sz w:val="16"/>
      </w:rPr>
      <w:t>IF-75-02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 Zakázka:Z014009 </w:t>
    </w:r>
  </w:p>
  <w:p w14:paraId="0D2D4E8B" w14:textId="77777777" w:rsidR="001E0A70" w:rsidRPr="00FB3E1F" w:rsidRDefault="001E0A70" w:rsidP="00FB3E1F">
    <w:pPr>
      <w:pStyle w:val="Pta"/>
      <w:spacing w:before="0"/>
      <w:rPr>
        <w:szCs w:val="16"/>
      </w:rPr>
    </w:pPr>
    <w:r>
      <w:rPr>
        <w:noProof/>
        <w:szCs w:val="16"/>
      </w:rPr>
      <w:drawing>
        <wp:anchor distT="0" distB="0" distL="0" distR="0" simplePos="0" relativeHeight="251655168" behindDoc="0" locked="0" layoutInCell="1" allowOverlap="1" wp14:anchorId="0D2D4E93" wp14:editId="581D1D27">
          <wp:simplePos x="0" y="0"/>
          <wp:positionH relativeFrom="column">
            <wp:posOffset>-45720</wp:posOffset>
          </wp:positionH>
          <wp:positionV relativeFrom="paragraph">
            <wp:posOffset>72390</wp:posOffset>
          </wp:positionV>
          <wp:extent cx="7067550" cy="438150"/>
          <wp:effectExtent l="0" t="0" r="0" b="0"/>
          <wp:wrapTopAndBottom/>
          <wp:docPr id="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0" cy="438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B6193" w14:textId="77777777" w:rsidR="009A1486" w:rsidRDefault="009A1486">
      <w:r>
        <w:separator/>
      </w:r>
    </w:p>
    <w:p w14:paraId="353AE6B8" w14:textId="77777777" w:rsidR="009A1486" w:rsidRDefault="009A1486"/>
  </w:footnote>
  <w:footnote w:type="continuationSeparator" w:id="0">
    <w:p w14:paraId="5B04A793" w14:textId="77777777" w:rsidR="009A1486" w:rsidRDefault="009A1486">
      <w:r>
        <w:continuationSeparator/>
      </w:r>
    </w:p>
    <w:p w14:paraId="5C9D94DB" w14:textId="77777777" w:rsidR="009A1486" w:rsidRDefault="009A1486"/>
  </w:footnote>
  <w:footnote w:type="continuationNotice" w:id="1">
    <w:p w14:paraId="3FF500FB" w14:textId="77777777" w:rsidR="009A1486" w:rsidRDefault="009A14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1CD1" w14:textId="27E32E17" w:rsidR="001E0A70" w:rsidRDefault="001E0A70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Cs w:val="14"/>
      </w:rPr>
    </w:pPr>
    <w:r>
      <w:rPr>
        <w:rFonts w:cs="Arial"/>
        <w:b/>
        <w:noProof/>
      </w:rPr>
      <w:drawing>
        <wp:anchor distT="0" distB="0" distL="0" distR="0" simplePos="0" relativeHeight="251656192" behindDoc="0" locked="0" layoutInCell="1" allowOverlap="1" wp14:anchorId="0D2D4E8C" wp14:editId="14174ED4">
          <wp:simplePos x="0" y="0"/>
          <wp:positionH relativeFrom="column">
            <wp:posOffset>5984875</wp:posOffset>
          </wp:positionH>
          <wp:positionV relativeFrom="paragraph">
            <wp:posOffset>-53340</wp:posOffset>
          </wp:positionV>
          <wp:extent cx="890270" cy="447675"/>
          <wp:effectExtent l="0" t="0" r="0" b="0"/>
          <wp:wrapTopAndBottom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447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rFonts w:cs="Arial"/>
        <w:b/>
        <w:noProof/>
      </w:rPr>
      <w:drawing>
        <wp:anchor distT="0" distB="0" distL="0" distR="0" simplePos="0" relativeHeight="251658240" behindDoc="0" locked="0" layoutInCell="1" allowOverlap="1" wp14:anchorId="0D2D4E8E" wp14:editId="5D37DB74">
          <wp:simplePos x="0" y="0"/>
          <wp:positionH relativeFrom="margin">
            <wp:posOffset>2733675</wp:posOffset>
          </wp:positionH>
          <wp:positionV relativeFrom="paragraph">
            <wp:posOffset>27940</wp:posOffset>
          </wp:positionV>
          <wp:extent cx="1373505" cy="279400"/>
          <wp:effectExtent l="0" t="0" r="0" b="0"/>
          <wp:wrapTopAndBottom/>
          <wp:docPr id="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2794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14:paraId="4638D4F8" w14:textId="4D05627B" w:rsidR="001E0A70" w:rsidRPr="008F7208" w:rsidRDefault="001E0A70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 w:val="16"/>
        <w:szCs w:val="16"/>
      </w:rPr>
    </w:pPr>
    <w:r w:rsidRPr="008F7208">
      <w:rPr>
        <w:rFonts w:cs="Arial"/>
        <w:sz w:val="16"/>
        <w:szCs w:val="16"/>
      </w:rPr>
      <w:t>Z0</w:t>
    </w:r>
    <w:r w:rsidR="00B15119">
      <w:rPr>
        <w:rFonts w:cs="Arial"/>
        <w:sz w:val="16"/>
        <w:szCs w:val="16"/>
      </w:rPr>
      <w:t>2</w:t>
    </w:r>
    <w:r w:rsidR="004632C0">
      <w:rPr>
        <w:rFonts w:cs="Arial"/>
        <w:sz w:val="16"/>
        <w:szCs w:val="16"/>
      </w:rPr>
      <w:t>1058 FVE ZŠ Jana Babáka</w:t>
    </w:r>
  </w:p>
  <w:p w14:paraId="0D2D4E83" w14:textId="2B1F40A2" w:rsidR="001E0A70" w:rsidRPr="003A7AE2" w:rsidRDefault="001E0A70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  <w:p w14:paraId="0D2D4E84" w14:textId="77777777" w:rsidR="001E0A70" w:rsidRPr="00FB3E1F" w:rsidRDefault="001E0A70" w:rsidP="00FB3E1F">
    <w:pPr>
      <w:pStyle w:val="Adresaodesilatele"/>
      <w:framePr w:w="0" w:hRule="auto" w:wrap="auto" w:vAnchor="margin" w:hAnchor="text" w:xAlign="left" w:yAlign="inline"/>
      <w:spacing w:line="240" w:lineRule="auto"/>
      <w:contextualSpacing/>
      <w:rPr>
        <w:rFonts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9" w14:textId="77777777" w:rsidR="001E0A70" w:rsidRPr="003A7AE2" w:rsidRDefault="001E0A70" w:rsidP="003A7AE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4FC713E"/>
    <w:multiLevelType w:val="hybridMultilevel"/>
    <w:tmpl w:val="4EF2E88E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953F6"/>
    <w:multiLevelType w:val="hybridMultilevel"/>
    <w:tmpl w:val="77428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80C8B"/>
    <w:multiLevelType w:val="hybridMultilevel"/>
    <w:tmpl w:val="9A0AF958"/>
    <w:lvl w:ilvl="0" w:tplc="A7D4F6B2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1A1E1ECD"/>
    <w:multiLevelType w:val="hybridMultilevel"/>
    <w:tmpl w:val="D366947A"/>
    <w:lvl w:ilvl="0" w:tplc="8E8636C8">
      <w:start w:val="1"/>
      <w:numFmt w:val="bullet"/>
      <w:pStyle w:val="odrka1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3B9A45E0"/>
    <w:multiLevelType w:val="multilevel"/>
    <w:tmpl w:val="3CA86EB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405C4FB4"/>
    <w:multiLevelType w:val="hybridMultilevel"/>
    <w:tmpl w:val="F8186F70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E0EB4"/>
    <w:multiLevelType w:val="hybridMultilevel"/>
    <w:tmpl w:val="8AEA9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76536"/>
    <w:multiLevelType w:val="hybridMultilevel"/>
    <w:tmpl w:val="14FA39F4"/>
    <w:lvl w:ilvl="0" w:tplc="FFFFFFFF">
      <w:start w:val="1"/>
      <w:numFmt w:val="bullet"/>
      <w:pStyle w:val="Odrka"/>
      <w:lvlText w:val="-"/>
      <w:lvlJc w:val="left"/>
      <w:pPr>
        <w:tabs>
          <w:tab w:val="num" w:pos="717"/>
        </w:tabs>
        <w:ind w:left="709" w:hanging="352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7500084">
    <w:abstractNumId w:val="5"/>
  </w:num>
  <w:num w:numId="2" w16cid:durableId="1898782420">
    <w:abstractNumId w:val="2"/>
  </w:num>
  <w:num w:numId="3" w16cid:durableId="2095318330">
    <w:abstractNumId w:val="7"/>
  </w:num>
  <w:num w:numId="4" w16cid:durableId="280919210">
    <w:abstractNumId w:val="1"/>
  </w:num>
  <w:num w:numId="5" w16cid:durableId="541787171">
    <w:abstractNumId w:val="8"/>
  </w:num>
  <w:num w:numId="6" w16cid:durableId="296179060">
    <w:abstractNumId w:val="4"/>
  </w:num>
  <w:num w:numId="7" w16cid:durableId="1716271780">
    <w:abstractNumId w:val="6"/>
  </w:num>
  <w:num w:numId="8" w16cid:durableId="57359280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95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o:allowincell="f" fillcolor="white">
      <v:fill color="white"/>
    </o:shapedefaults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20"/>
    <w:rsid w:val="00000C8D"/>
    <w:rsid w:val="00001C47"/>
    <w:rsid w:val="000023BD"/>
    <w:rsid w:val="00003CDE"/>
    <w:rsid w:val="000051EC"/>
    <w:rsid w:val="0000784D"/>
    <w:rsid w:val="00011CCE"/>
    <w:rsid w:val="0001243A"/>
    <w:rsid w:val="00014037"/>
    <w:rsid w:val="000154CC"/>
    <w:rsid w:val="00015F3B"/>
    <w:rsid w:val="00017F11"/>
    <w:rsid w:val="00023A6D"/>
    <w:rsid w:val="0002412F"/>
    <w:rsid w:val="000264EE"/>
    <w:rsid w:val="000269AC"/>
    <w:rsid w:val="000274C4"/>
    <w:rsid w:val="000300EF"/>
    <w:rsid w:val="00031A75"/>
    <w:rsid w:val="00034722"/>
    <w:rsid w:val="00040820"/>
    <w:rsid w:val="00042E70"/>
    <w:rsid w:val="0004373A"/>
    <w:rsid w:val="00045C00"/>
    <w:rsid w:val="0004644A"/>
    <w:rsid w:val="00046CC6"/>
    <w:rsid w:val="00050A86"/>
    <w:rsid w:val="00052601"/>
    <w:rsid w:val="00055A83"/>
    <w:rsid w:val="00060E99"/>
    <w:rsid w:val="00065165"/>
    <w:rsid w:val="00065B62"/>
    <w:rsid w:val="00073778"/>
    <w:rsid w:val="0007403E"/>
    <w:rsid w:val="000743EB"/>
    <w:rsid w:val="00074734"/>
    <w:rsid w:val="0007619E"/>
    <w:rsid w:val="000773FA"/>
    <w:rsid w:val="000867F4"/>
    <w:rsid w:val="00086CC5"/>
    <w:rsid w:val="0008776E"/>
    <w:rsid w:val="00090062"/>
    <w:rsid w:val="0009019C"/>
    <w:rsid w:val="0009071A"/>
    <w:rsid w:val="00094E7E"/>
    <w:rsid w:val="00095836"/>
    <w:rsid w:val="000A10DB"/>
    <w:rsid w:val="000A14DD"/>
    <w:rsid w:val="000A25AF"/>
    <w:rsid w:val="000A4826"/>
    <w:rsid w:val="000A5136"/>
    <w:rsid w:val="000A532C"/>
    <w:rsid w:val="000A7662"/>
    <w:rsid w:val="000B0141"/>
    <w:rsid w:val="000B0644"/>
    <w:rsid w:val="000B1989"/>
    <w:rsid w:val="000B1E56"/>
    <w:rsid w:val="000B208F"/>
    <w:rsid w:val="000B4BFC"/>
    <w:rsid w:val="000C1980"/>
    <w:rsid w:val="000C2526"/>
    <w:rsid w:val="000C2F30"/>
    <w:rsid w:val="000C34A9"/>
    <w:rsid w:val="000C4179"/>
    <w:rsid w:val="000C4F77"/>
    <w:rsid w:val="000C6771"/>
    <w:rsid w:val="000D1DD0"/>
    <w:rsid w:val="000D2F2A"/>
    <w:rsid w:val="000D4246"/>
    <w:rsid w:val="000D4C91"/>
    <w:rsid w:val="000D4CC7"/>
    <w:rsid w:val="000D62F7"/>
    <w:rsid w:val="000D7851"/>
    <w:rsid w:val="000D7ECA"/>
    <w:rsid w:val="000E102A"/>
    <w:rsid w:val="000E1806"/>
    <w:rsid w:val="000E2B94"/>
    <w:rsid w:val="000E61B2"/>
    <w:rsid w:val="000E7640"/>
    <w:rsid w:val="000F0485"/>
    <w:rsid w:val="000F431B"/>
    <w:rsid w:val="000F4FE3"/>
    <w:rsid w:val="000F7DDB"/>
    <w:rsid w:val="0010282E"/>
    <w:rsid w:val="001032F0"/>
    <w:rsid w:val="00103378"/>
    <w:rsid w:val="0010576F"/>
    <w:rsid w:val="001064E9"/>
    <w:rsid w:val="0010722E"/>
    <w:rsid w:val="001133DA"/>
    <w:rsid w:val="001140AC"/>
    <w:rsid w:val="00115EAF"/>
    <w:rsid w:val="001164A1"/>
    <w:rsid w:val="00116AEC"/>
    <w:rsid w:val="001170F8"/>
    <w:rsid w:val="001179B3"/>
    <w:rsid w:val="00121A83"/>
    <w:rsid w:val="001247C1"/>
    <w:rsid w:val="001248BD"/>
    <w:rsid w:val="00124F90"/>
    <w:rsid w:val="00127494"/>
    <w:rsid w:val="001314A2"/>
    <w:rsid w:val="00133BB9"/>
    <w:rsid w:val="0013611E"/>
    <w:rsid w:val="00136569"/>
    <w:rsid w:val="001367AA"/>
    <w:rsid w:val="00140590"/>
    <w:rsid w:val="00141132"/>
    <w:rsid w:val="00141BA2"/>
    <w:rsid w:val="00142F36"/>
    <w:rsid w:val="00146E51"/>
    <w:rsid w:val="001471A2"/>
    <w:rsid w:val="0015042D"/>
    <w:rsid w:val="00150651"/>
    <w:rsid w:val="001517DE"/>
    <w:rsid w:val="00153C5E"/>
    <w:rsid w:val="00155709"/>
    <w:rsid w:val="00155A40"/>
    <w:rsid w:val="0015632E"/>
    <w:rsid w:val="00162591"/>
    <w:rsid w:val="00162AC2"/>
    <w:rsid w:val="00162CDB"/>
    <w:rsid w:val="0016474A"/>
    <w:rsid w:val="0016494B"/>
    <w:rsid w:val="00164EE3"/>
    <w:rsid w:val="00170737"/>
    <w:rsid w:val="00170D03"/>
    <w:rsid w:val="00171025"/>
    <w:rsid w:val="00173646"/>
    <w:rsid w:val="00174547"/>
    <w:rsid w:val="00174974"/>
    <w:rsid w:val="00181E48"/>
    <w:rsid w:val="001832CF"/>
    <w:rsid w:val="00186473"/>
    <w:rsid w:val="0018687F"/>
    <w:rsid w:val="001870E0"/>
    <w:rsid w:val="00191B77"/>
    <w:rsid w:val="00192FE8"/>
    <w:rsid w:val="00194594"/>
    <w:rsid w:val="00194836"/>
    <w:rsid w:val="001A0FF5"/>
    <w:rsid w:val="001A1C97"/>
    <w:rsid w:val="001A1D8B"/>
    <w:rsid w:val="001A57F8"/>
    <w:rsid w:val="001A6894"/>
    <w:rsid w:val="001A771E"/>
    <w:rsid w:val="001B0678"/>
    <w:rsid w:val="001B3904"/>
    <w:rsid w:val="001B5F62"/>
    <w:rsid w:val="001B7161"/>
    <w:rsid w:val="001C1E9F"/>
    <w:rsid w:val="001C577C"/>
    <w:rsid w:val="001D06D2"/>
    <w:rsid w:val="001D207E"/>
    <w:rsid w:val="001D3E8F"/>
    <w:rsid w:val="001D46DF"/>
    <w:rsid w:val="001D731A"/>
    <w:rsid w:val="001D7998"/>
    <w:rsid w:val="001E055E"/>
    <w:rsid w:val="001E0A70"/>
    <w:rsid w:val="001E1509"/>
    <w:rsid w:val="001E2066"/>
    <w:rsid w:val="001E38E8"/>
    <w:rsid w:val="001E3F24"/>
    <w:rsid w:val="001E74A9"/>
    <w:rsid w:val="001F1284"/>
    <w:rsid w:val="001F45D6"/>
    <w:rsid w:val="001F66BD"/>
    <w:rsid w:val="001F751B"/>
    <w:rsid w:val="001F7964"/>
    <w:rsid w:val="00200968"/>
    <w:rsid w:val="00200A4A"/>
    <w:rsid w:val="0020380E"/>
    <w:rsid w:val="00206D67"/>
    <w:rsid w:val="00207C3E"/>
    <w:rsid w:val="002124C9"/>
    <w:rsid w:val="00213075"/>
    <w:rsid w:val="00216574"/>
    <w:rsid w:val="002171E8"/>
    <w:rsid w:val="00217E34"/>
    <w:rsid w:val="00221598"/>
    <w:rsid w:val="00221A92"/>
    <w:rsid w:val="002245CE"/>
    <w:rsid w:val="002252D3"/>
    <w:rsid w:val="002306C6"/>
    <w:rsid w:val="002313E9"/>
    <w:rsid w:val="002320D7"/>
    <w:rsid w:val="00234322"/>
    <w:rsid w:val="002417E1"/>
    <w:rsid w:val="00241989"/>
    <w:rsid w:val="0024339A"/>
    <w:rsid w:val="00250DBA"/>
    <w:rsid w:val="00254364"/>
    <w:rsid w:val="002543D3"/>
    <w:rsid w:val="00255931"/>
    <w:rsid w:val="0026146C"/>
    <w:rsid w:val="002628D4"/>
    <w:rsid w:val="00264C1F"/>
    <w:rsid w:val="002652A6"/>
    <w:rsid w:val="00270370"/>
    <w:rsid w:val="0027082A"/>
    <w:rsid w:val="00271359"/>
    <w:rsid w:val="00271DC0"/>
    <w:rsid w:val="002722FB"/>
    <w:rsid w:val="00273EB1"/>
    <w:rsid w:val="00275209"/>
    <w:rsid w:val="00280AA9"/>
    <w:rsid w:val="00280CA6"/>
    <w:rsid w:val="002841E9"/>
    <w:rsid w:val="0028427F"/>
    <w:rsid w:val="0028455B"/>
    <w:rsid w:val="00284F7A"/>
    <w:rsid w:val="002855EE"/>
    <w:rsid w:val="002857A1"/>
    <w:rsid w:val="00286A64"/>
    <w:rsid w:val="00290666"/>
    <w:rsid w:val="00290C5E"/>
    <w:rsid w:val="00291245"/>
    <w:rsid w:val="00292FAF"/>
    <w:rsid w:val="00293001"/>
    <w:rsid w:val="00293510"/>
    <w:rsid w:val="00297D7A"/>
    <w:rsid w:val="002A0B07"/>
    <w:rsid w:val="002A4496"/>
    <w:rsid w:val="002A5544"/>
    <w:rsid w:val="002B149A"/>
    <w:rsid w:val="002B44D6"/>
    <w:rsid w:val="002B5B76"/>
    <w:rsid w:val="002B6E9D"/>
    <w:rsid w:val="002B727C"/>
    <w:rsid w:val="002C0BE9"/>
    <w:rsid w:val="002C238F"/>
    <w:rsid w:val="002C5CED"/>
    <w:rsid w:val="002C70C3"/>
    <w:rsid w:val="002C7981"/>
    <w:rsid w:val="002D2442"/>
    <w:rsid w:val="002D265E"/>
    <w:rsid w:val="002D2B1B"/>
    <w:rsid w:val="002D301D"/>
    <w:rsid w:val="002D31F1"/>
    <w:rsid w:val="002D57A9"/>
    <w:rsid w:val="002D75A4"/>
    <w:rsid w:val="002E1B56"/>
    <w:rsid w:val="002E5D18"/>
    <w:rsid w:val="002F20C5"/>
    <w:rsid w:val="002F25A0"/>
    <w:rsid w:val="002F30D3"/>
    <w:rsid w:val="002F3672"/>
    <w:rsid w:val="002F5BB9"/>
    <w:rsid w:val="002F6E13"/>
    <w:rsid w:val="00300760"/>
    <w:rsid w:val="003069CA"/>
    <w:rsid w:val="0030715E"/>
    <w:rsid w:val="00316548"/>
    <w:rsid w:val="00322D27"/>
    <w:rsid w:val="003242DD"/>
    <w:rsid w:val="003244FB"/>
    <w:rsid w:val="003253E9"/>
    <w:rsid w:val="00327481"/>
    <w:rsid w:val="00327EA8"/>
    <w:rsid w:val="00330FD2"/>
    <w:rsid w:val="00333769"/>
    <w:rsid w:val="003452EA"/>
    <w:rsid w:val="00346880"/>
    <w:rsid w:val="00350BC9"/>
    <w:rsid w:val="00351074"/>
    <w:rsid w:val="003518E0"/>
    <w:rsid w:val="00351FC4"/>
    <w:rsid w:val="0035309E"/>
    <w:rsid w:val="00354C46"/>
    <w:rsid w:val="0035586C"/>
    <w:rsid w:val="003567BB"/>
    <w:rsid w:val="0035745B"/>
    <w:rsid w:val="00360181"/>
    <w:rsid w:val="003606C5"/>
    <w:rsid w:val="00361305"/>
    <w:rsid w:val="00361317"/>
    <w:rsid w:val="0036240F"/>
    <w:rsid w:val="003639BE"/>
    <w:rsid w:val="00366338"/>
    <w:rsid w:val="003665EE"/>
    <w:rsid w:val="00366AB6"/>
    <w:rsid w:val="00367106"/>
    <w:rsid w:val="0036778A"/>
    <w:rsid w:val="00372841"/>
    <w:rsid w:val="00373223"/>
    <w:rsid w:val="003760A1"/>
    <w:rsid w:val="00376BBB"/>
    <w:rsid w:val="003775F0"/>
    <w:rsid w:val="00380071"/>
    <w:rsid w:val="00380BD7"/>
    <w:rsid w:val="00381ACF"/>
    <w:rsid w:val="00383B6A"/>
    <w:rsid w:val="00386552"/>
    <w:rsid w:val="00386979"/>
    <w:rsid w:val="003878A8"/>
    <w:rsid w:val="00390C34"/>
    <w:rsid w:val="00390E83"/>
    <w:rsid w:val="00391EC8"/>
    <w:rsid w:val="0039245D"/>
    <w:rsid w:val="0039281F"/>
    <w:rsid w:val="0039338A"/>
    <w:rsid w:val="00393651"/>
    <w:rsid w:val="00394105"/>
    <w:rsid w:val="003952F2"/>
    <w:rsid w:val="003955CB"/>
    <w:rsid w:val="00397880"/>
    <w:rsid w:val="003A253B"/>
    <w:rsid w:val="003A5A53"/>
    <w:rsid w:val="003A5FF4"/>
    <w:rsid w:val="003A63C3"/>
    <w:rsid w:val="003A7751"/>
    <w:rsid w:val="003A7AE2"/>
    <w:rsid w:val="003B1093"/>
    <w:rsid w:val="003B2AF8"/>
    <w:rsid w:val="003B47DB"/>
    <w:rsid w:val="003B504B"/>
    <w:rsid w:val="003B6D1E"/>
    <w:rsid w:val="003C0324"/>
    <w:rsid w:val="003C50D5"/>
    <w:rsid w:val="003C70A3"/>
    <w:rsid w:val="003C70E2"/>
    <w:rsid w:val="003D0003"/>
    <w:rsid w:val="003D2AC2"/>
    <w:rsid w:val="003D2E15"/>
    <w:rsid w:val="003D2E76"/>
    <w:rsid w:val="003D35B5"/>
    <w:rsid w:val="003D3ADF"/>
    <w:rsid w:val="003D79A0"/>
    <w:rsid w:val="003D7A4C"/>
    <w:rsid w:val="003E0A95"/>
    <w:rsid w:val="003F22C0"/>
    <w:rsid w:val="003F2564"/>
    <w:rsid w:val="003F3CAD"/>
    <w:rsid w:val="003F48AF"/>
    <w:rsid w:val="003F68E6"/>
    <w:rsid w:val="00400F00"/>
    <w:rsid w:val="00405258"/>
    <w:rsid w:val="00406BC0"/>
    <w:rsid w:val="00407226"/>
    <w:rsid w:val="00407EAB"/>
    <w:rsid w:val="00412EF8"/>
    <w:rsid w:val="004134F3"/>
    <w:rsid w:val="004161F8"/>
    <w:rsid w:val="004166CB"/>
    <w:rsid w:val="004177B7"/>
    <w:rsid w:val="00425419"/>
    <w:rsid w:val="00430789"/>
    <w:rsid w:val="004349FC"/>
    <w:rsid w:val="004405B0"/>
    <w:rsid w:val="004418D5"/>
    <w:rsid w:val="00442ACC"/>
    <w:rsid w:val="00444171"/>
    <w:rsid w:val="00446360"/>
    <w:rsid w:val="00447251"/>
    <w:rsid w:val="00447442"/>
    <w:rsid w:val="00450371"/>
    <w:rsid w:val="00450E89"/>
    <w:rsid w:val="00451534"/>
    <w:rsid w:val="0045204E"/>
    <w:rsid w:val="00454CC8"/>
    <w:rsid w:val="00457DBA"/>
    <w:rsid w:val="0046006D"/>
    <w:rsid w:val="00462C89"/>
    <w:rsid w:val="004632C0"/>
    <w:rsid w:val="00463C03"/>
    <w:rsid w:val="00464C5E"/>
    <w:rsid w:val="00466038"/>
    <w:rsid w:val="00466CF7"/>
    <w:rsid w:val="004675F2"/>
    <w:rsid w:val="00477EF0"/>
    <w:rsid w:val="00483BAB"/>
    <w:rsid w:val="004847B3"/>
    <w:rsid w:val="00484FE4"/>
    <w:rsid w:val="00485411"/>
    <w:rsid w:val="0048584D"/>
    <w:rsid w:val="004866A7"/>
    <w:rsid w:val="00486F8E"/>
    <w:rsid w:val="00487CD4"/>
    <w:rsid w:val="00490C66"/>
    <w:rsid w:val="004912E6"/>
    <w:rsid w:val="00493188"/>
    <w:rsid w:val="00495766"/>
    <w:rsid w:val="004965BB"/>
    <w:rsid w:val="004A0954"/>
    <w:rsid w:val="004A14F9"/>
    <w:rsid w:val="004A19F6"/>
    <w:rsid w:val="004A2B5E"/>
    <w:rsid w:val="004A33BB"/>
    <w:rsid w:val="004A5407"/>
    <w:rsid w:val="004A6DCA"/>
    <w:rsid w:val="004B4838"/>
    <w:rsid w:val="004B60AF"/>
    <w:rsid w:val="004B73F7"/>
    <w:rsid w:val="004B7654"/>
    <w:rsid w:val="004C49A7"/>
    <w:rsid w:val="004C5549"/>
    <w:rsid w:val="004C5EAF"/>
    <w:rsid w:val="004C792C"/>
    <w:rsid w:val="004C7B0B"/>
    <w:rsid w:val="004D0068"/>
    <w:rsid w:val="004D1BBF"/>
    <w:rsid w:val="004D3283"/>
    <w:rsid w:val="004D4241"/>
    <w:rsid w:val="004D65B1"/>
    <w:rsid w:val="004D78F5"/>
    <w:rsid w:val="004D7C63"/>
    <w:rsid w:val="004E1543"/>
    <w:rsid w:val="004E33E3"/>
    <w:rsid w:val="004E3953"/>
    <w:rsid w:val="004E5645"/>
    <w:rsid w:val="004E7482"/>
    <w:rsid w:val="004F10A0"/>
    <w:rsid w:val="004F1BB4"/>
    <w:rsid w:val="004F2EA0"/>
    <w:rsid w:val="004F3860"/>
    <w:rsid w:val="004F3AF1"/>
    <w:rsid w:val="004F56C3"/>
    <w:rsid w:val="004F5B4E"/>
    <w:rsid w:val="004F6E6E"/>
    <w:rsid w:val="005008A1"/>
    <w:rsid w:val="00500C0A"/>
    <w:rsid w:val="00505FC5"/>
    <w:rsid w:val="00506BDB"/>
    <w:rsid w:val="0051235A"/>
    <w:rsid w:val="00516A51"/>
    <w:rsid w:val="00521748"/>
    <w:rsid w:val="005226A8"/>
    <w:rsid w:val="005250B3"/>
    <w:rsid w:val="005264E6"/>
    <w:rsid w:val="00530206"/>
    <w:rsid w:val="005326FE"/>
    <w:rsid w:val="005330C4"/>
    <w:rsid w:val="0053463D"/>
    <w:rsid w:val="00534894"/>
    <w:rsid w:val="00537D97"/>
    <w:rsid w:val="00541E4C"/>
    <w:rsid w:val="00543786"/>
    <w:rsid w:val="00544DC7"/>
    <w:rsid w:val="0054519A"/>
    <w:rsid w:val="005471DB"/>
    <w:rsid w:val="00547A97"/>
    <w:rsid w:val="0055062E"/>
    <w:rsid w:val="0055075D"/>
    <w:rsid w:val="005546D1"/>
    <w:rsid w:val="0056032E"/>
    <w:rsid w:val="005607D9"/>
    <w:rsid w:val="00562275"/>
    <w:rsid w:val="00563238"/>
    <w:rsid w:val="0056571E"/>
    <w:rsid w:val="00565EFC"/>
    <w:rsid w:val="00567727"/>
    <w:rsid w:val="00567DF6"/>
    <w:rsid w:val="00573D81"/>
    <w:rsid w:val="005741BE"/>
    <w:rsid w:val="00574B11"/>
    <w:rsid w:val="005778E2"/>
    <w:rsid w:val="00582785"/>
    <w:rsid w:val="005827B3"/>
    <w:rsid w:val="00583309"/>
    <w:rsid w:val="0059034D"/>
    <w:rsid w:val="00596808"/>
    <w:rsid w:val="005A197F"/>
    <w:rsid w:val="005A212F"/>
    <w:rsid w:val="005A7CE6"/>
    <w:rsid w:val="005B15FB"/>
    <w:rsid w:val="005B181E"/>
    <w:rsid w:val="005B4B84"/>
    <w:rsid w:val="005B7805"/>
    <w:rsid w:val="005C22BB"/>
    <w:rsid w:val="005C2CFB"/>
    <w:rsid w:val="005C479F"/>
    <w:rsid w:val="005C497E"/>
    <w:rsid w:val="005C5969"/>
    <w:rsid w:val="005C7EE1"/>
    <w:rsid w:val="005D17E1"/>
    <w:rsid w:val="005D183E"/>
    <w:rsid w:val="005D3735"/>
    <w:rsid w:val="005D3747"/>
    <w:rsid w:val="005D38DD"/>
    <w:rsid w:val="005D5F34"/>
    <w:rsid w:val="005D6627"/>
    <w:rsid w:val="005D68B8"/>
    <w:rsid w:val="005E7F9E"/>
    <w:rsid w:val="005F17A5"/>
    <w:rsid w:val="005F22F1"/>
    <w:rsid w:val="005F3D3E"/>
    <w:rsid w:val="005F4B97"/>
    <w:rsid w:val="005F4EA9"/>
    <w:rsid w:val="005F60EC"/>
    <w:rsid w:val="00600E41"/>
    <w:rsid w:val="00601526"/>
    <w:rsid w:val="006020FB"/>
    <w:rsid w:val="0060483C"/>
    <w:rsid w:val="00604B38"/>
    <w:rsid w:val="00610767"/>
    <w:rsid w:val="00614ADE"/>
    <w:rsid w:val="00615782"/>
    <w:rsid w:val="00616D22"/>
    <w:rsid w:val="006174BF"/>
    <w:rsid w:val="00617F15"/>
    <w:rsid w:val="0062190C"/>
    <w:rsid w:val="00623C86"/>
    <w:rsid w:val="0063094B"/>
    <w:rsid w:val="00632F42"/>
    <w:rsid w:val="00634B74"/>
    <w:rsid w:val="006400EE"/>
    <w:rsid w:val="0064245D"/>
    <w:rsid w:val="00644C16"/>
    <w:rsid w:val="006457DB"/>
    <w:rsid w:val="00645995"/>
    <w:rsid w:val="006477FA"/>
    <w:rsid w:val="00656652"/>
    <w:rsid w:val="0065737C"/>
    <w:rsid w:val="00660C19"/>
    <w:rsid w:val="006610F2"/>
    <w:rsid w:val="00661F27"/>
    <w:rsid w:val="00662320"/>
    <w:rsid w:val="00663499"/>
    <w:rsid w:val="0066657C"/>
    <w:rsid w:val="00673882"/>
    <w:rsid w:val="00674F7B"/>
    <w:rsid w:val="006823A1"/>
    <w:rsid w:val="00682E98"/>
    <w:rsid w:val="0068363F"/>
    <w:rsid w:val="00686F34"/>
    <w:rsid w:val="00687415"/>
    <w:rsid w:val="00690CD1"/>
    <w:rsid w:val="00694089"/>
    <w:rsid w:val="006945B1"/>
    <w:rsid w:val="00694F39"/>
    <w:rsid w:val="0069658D"/>
    <w:rsid w:val="00696FCA"/>
    <w:rsid w:val="00697761"/>
    <w:rsid w:val="006A1421"/>
    <w:rsid w:val="006A14FF"/>
    <w:rsid w:val="006A231F"/>
    <w:rsid w:val="006A237D"/>
    <w:rsid w:val="006A4404"/>
    <w:rsid w:val="006A5EEC"/>
    <w:rsid w:val="006A67CE"/>
    <w:rsid w:val="006A71A7"/>
    <w:rsid w:val="006A73CB"/>
    <w:rsid w:val="006B25AD"/>
    <w:rsid w:val="006B3EFA"/>
    <w:rsid w:val="006B53D1"/>
    <w:rsid w:val="006B62AE"/>
    <w:rsid w:val="006B777E"/>
    <w:rsid w:val="006C0CDE"/>
    <w:rsid w:val="006C464F"/>
    <w:rsid w:val="006C4F0D"/>
    <w:rsid w:val="006C4FB9"/>
    <w:rsid w:val="006C6DEE"/>
    <w:rsid w:val="006D35C7"/>
    <w:rsid w:val="006D381A"/>
    <w:rsid w:val="006D424C"/>
    <w:rsid w:val="006D7E40"/>
    <w:rsid w:val="006E0303"/>
    <w:rsid w:val="006E1D35"/>
    <w:rsid w:val="006E3195"/>
    <w:rsid w:val="006E3D8F"/>
    <w:rsid w:val="006E4B6E"/>
    <w:rsid w:val="006F2538"/>
    <w:rsid w:val="006F2EF2"/>
    <w:rsid w:val="006F303A"/>
    <w:rsid w:val="00703070"/>
    <w:rsid w:val="00703114"/>
    <w:rsid w:val="007034CF"/>
    <w:rsid w:val="00705964"/>
    <w:rsid w:val="007073AF"/>
    <w:rsid w:val="00707C82"/>
    <w:rsid w:val="007118F6"/>
    <w:rsid w:val="00712194"/>
    <w:rsid w:val="00716903"/>
    <w:rsid w:val="00716CC4"/>
    <w:rsid w:val="00721DB2"/>
    <w:rsid w:val="007240DF"/>
    <w:rsid w:val="00726790"/>
    <w:rsid w:val="00726B1E"/>
    <w:rsid w:val="00726D63"/>
    <w:rsid w:val="007276FD"/>
    <w:rsid w:val="00730401"/>
    <w:rsid w:val="00730B4A"/>
    <w:rsid w:val="007317F4"/>
    <w:rsid w:val="00733593"/>
    <w:rsid w:val="0073418D"/>
    <w:rsid w:val="007345A1"/>
    <w:rsid w:val="007418C7"/>
    <w:rsid w:val="00741966"/>
    <w:rsid w:val="007419A3"/>
    <w:rsid w:val="00743348"/>
    <w:rsid w:val="00745D36"/>
    <w:rsid w:val="0074653C"/>
    <w:rsid w:val="00746724"/>
    <w:rsid w:val="00750A17"/>
    <w:rsid w:val="007511BA"/>
    <w:rsid w:val="007521C0"/>
    <w:rsid w:val="007541F3"/>
    <w:rsid w:val="007547F2"/>
    <w:rsid w:val="0075523D"/>
    <w:rsid w:val="00756EA3"/>
    <w:rsid w:val="00757A4E"/>
    <w:rsid w:val="00761C99"/>
    <w:rsid w:val="00764DA0"/>
    <w:rsid w:val="0076626B"/>
    <w:rsid w:val="0076773D"/>
    <w:rsid w:val="00767799"/>
    <w:rsid w:val="00767DD3"/>
    <w:rsid w:val="0077121B"/>
    <w:rsid w:val="00773176"/>
    <w:rsid w:val="007736B3"/>
    <w:rsid w:val="0077375E"/>
    <w:rsid w:val="00774DB2"/>
    <w:rsid w:val="0077545D"/>
    <w:rsid w:val="007754BE"/>
    <w:rsid w:val="00780DD3"/>
    <w:rsid w:val="0078198D"/>
    <w:rsid w:val="00783DFC"/>
    <w:rsid w:val="0078507D"/>
    <w:rsid w:val="00786150"/>
    <w:rsid w:val="00790148"/>
    <w:rsid w:val="00791D3B"/>
    <w:rsid w:val="007955CD"/>
    <w:rsid w:val="00795613"/>
    <w:rsid w:val="00796465"/>
    <w:rsid w:val="0079770E"/>
    <w:rsid w:val="007A00E0"/>
    <w:rsid w:val="007A0A37"/>
    <w:rsid w:val="007A4589"/>
    <w:rsid w:val="007B0C28"/>
    <w:rsid w:val="007B1CBC"/>
    <w:rsid w:val="007B1DB3"/>
    <w:rsid w:val="007B4B96"/>
    <w:rsid w:val="007B6348"/>
    <w:rsid w:val="007C17D3"/>
    <w:rsid w:val="007C6430"/>
    <w:rsid w:val="007C7823"/>
    <w:rsid w:val="007D341F"/>
    <w:rsid w:val="007D4AB5"/>
    <w:rsid w:val="007D4D4F"/>
    <w:rsid w:val="007D5633"/>
    <w:rsid w:val="007D66E7"/>
    <w:rsid w:val="007D69AC"/>
    <w:rsid w:val="007E058B"/>
    <w:rsid w:val="007E1319"/>
    <w:rsid w:val="007E17EE"/>
    <w:rsid w:val="007E2CA6"/>
    <w:rsid w:val="007E33C5"/>
    <w:rsid w:val="007E4300"/>
    <w:rsid w:val="007E7459"/>
    <w:rsid w:val="007F03D7"/>
    <w:rsid w:val="007F2274"/>
    <w:rsid w:val="007F409A"/>
    <w:rsid w:val="007F70A3"/>
    <w:rsid w:val="007F74C0"/>
    <w:rsid w:val="0080126C"/>
    <w:rsid w:val="008031F2"/>
    <w:rsid w:val="00803ADC"/>
    <w:rsid w:val="00803F7E"/>
    <w:rsid w:val="00807324"/>
    <w:rsid w:val="0080739F"/>
    <w:rsid w:val="008078E5"/>
    <w:rsid w:val="008107B1"/>
    <w:rsid w:val="008123D0"/>
    <w:rsid w:val="0082222D"/>
    <w:rsid w:val="00823326"/>
    <w:rsid w:val="008262EA"/>
    <w:rsid w:val="008269B8"/>
    <w:rsid w:val="00826DB9"/>
    <w:rsid w:val="0083042A"/>
    <w:rsid w:val="00831E53"/>
    <w:rsid w:val="00832824"/>
    <w:rsid w:val="00832A73"/>
    <w:rsid w:val="00832CF5"/>
    <w:rsid w:val="00832F77"/>
    <w:rsid w:val="00833F78"/>
    <w:rsid w:val="0083681B"/>
    <w:rsid w:val="0084089B"/>
    <w:rsid w:val="00853DD5"/>
    <w:rsid w:val="00856A61"/>
    <w:rsid w:val="00856EE5"/>
    <w:rsid w:val="00861450"/>
    <w:rsid w:val="008614B3"/>
    <w:rsid w:val="00861624"/>
    <w:rsid w:val="00862B84"/>
    <w:rsid w:val="008634AD"/>
    <w:rsid w:val="0086553A"/>
    <w:rsid w:val="00866F78"/>
    <w:rsid w:val="00867460"/>
    <w:rsid w:val="00874843"/>
    <w:rsid w:val="008755CB"/>
    <w:rsid w:val="008756CE"/>
    <w:rsid w:val="00877380"/>
    <w:rsid w:val="00880E38"/>
    <w:rsid w:val="008828A8"/>
    <w:rsid w:val="00885A5C"/>
    <w:rsid w:val="0089638B"/>
    <w:rsid w:val="00897529"/>
    <w:rsid w:val="008A3129"/>
    <w:rsid w:val="008A3A6F"/>
    <w:rsid w:val="008A454D"/>
    <w:rsid w:val="008A5E57"/>
    <w:rsid w:val="008A5F2D"/>
    <w:rsid w:val="008B2BD0"/>
    <w:rsid w:val="008B534B"/>
    <w:rsid w:val="008B544D"/>
    <w:rsid w:val="008B7C41"/>
    <w:rsid w:val="008C3B94"/>
    <w:rsid w:val="008C3E30"/>
    <w:rsid w:val="008D00B4"/>
    <w:rsid w:val="008D0BBA"/>
    <w:rsid w:val="008D3F83"/>
    <w:rsid w:val="008D6488"/>
    <w:rsid w:val="008D6662"/>
    <w:rsid w:val="008E5B58"/>
    <w:rsid w:val="008F0941"/>
    <w:rsid w:val="008F3FFF"/>
    <w:rsid w:val="008F469F"/>
    <w:rsid w:val="008F4E89"/>
    <w:rsid w:val="008F60D8"/>
    <w:rsid w:val="008F656B"/>
    <w:rsid w:val="008F716D"/>
    <w:rsid w:val="008F7208"/>
    <w:rsid w:val="00900770"/>
    <w:rsid w:val="00901DBF"/>
    <w:rsid w:val="00903C4C"/>
    <w:rsid w:val="00903EED"/>
    <w:rsid w:val="00905680"/>
    <w:rsid w:val="009066BD"/>
    <w:rsid w:val="00906F12"/>
    <w:rsid w:val="00911676"/>
    <w:rsid w:val="0091383B"/>
    <w:rsid w:val="00916E1A"/>
    <w:rsid w:val="00916EBC"/>
    <w:rsid w:val="009234F1"/>
    <w:rsid w:val="009258BE"/>
    <w:rsid w:val="0092674C"/>
    <w:rsid w:val="009307C4"/>
    <w:rsid w:val="00931526"/>
    <w:rsid w:val="009368E7"/>
    <w:rsid w:val="00936D28"/>
    <w:rsid w:val="00937518"/>
    <w:rsid w:val="00937B7D"/>
    <w:rsid w:val="009400FF"/>
    <w:rsid w:val="00940700"/>
    <w:rsid w:val="00941049"/>
    <w:rsid w:val="00942A39"/>
    <w:rsid w:val="009438A6"/>
    <w:rsid w:val="0094576D"/>
    <w:rsid w:val="00955AC5"/>
    <w:rsid w:val="00956C9C"/>
    <w:rsid w:val="00956D18"/>
    <w:rsid w:val="00957858"/>
    <w:rsid w:val="00960ECC"/>
    <w:rsid w:val="009619FA"/>
    <w:rsid w:val="00962CE8"/>
    <w:rsid w:val="00965148"/>
    <w:rsid w:val="00966C11"/>
    <w:rsid w:val="009678CE"/>
    <w:rsid w:val="0097215D"/>
    <w:rsid w:val="00972F2C"/>
    <w:rsid w:val="0097739B"/>
    <w:rsid w:val="00977EE6"/>
    <w:rsid w:val="0098055E"/>
    <w:rsid w:val="00980F99"/>
    <w:rsid w:val="009814B9"/>
    <w:rsid w:val="00982060"/>
    <w:rsid w:val="00982FC5"/>
    <w:rsid w:val="009832DA"/>
    <w:rsid w:val="00986F90"/>
    <w:rsid w:val="0099055F"/>
    <w:rsid w:val="00990CD6"/>
    <w:rsid w:val="00990D50"/>
    <w:rsid w:val="009956C7"/>
    <w:rsid w:val="00996A27"/>
    <w:rsid w:val="009A1486"/>
    <w:rsid w:val="009A21A0"/>
    <w:rsid w:val="009A24CE"/>
    <w:rsid w:val="009A2CB5"/>
    <w:rsid w:val="009A46CF"/>
    <w:rsid w:val="009A4E81"/>
    <w:rsid w:val="009A590A"/>
    <w:rsid w:val="009A7F51"/>
    <w:rsid w:val="009B0326"/>
    <w:rsid w:val="009B0F8C"/>
    <w:rsid w:val="009B22BC"/>
    <w:rsid w:val="009B295E"/>
    <w:rsid w:val="009B3C24"/>
    <w:rsid w:val="009B4091"/>
    <w:rsid w:val="009B59AB"/>
    <w:rsid w:val="009B6758"/>
    <w:rsid w:val="009C0AC9"/>
    <w:rsid w:val="009C352B"/>
    <w:rsid w:val="009C3578"/>
    <w:rsid w:val="009C496B"/>
    <w:rsid w:val="009C50A4"/>
    <w:rsid w:val="009C65C7"/>
    <w:rsid w:val="009D0B52"/>
    <w:rsid w:val="009D0B7F"/>
    <w:rsid w:val="009D1B01"/>
    <w:rsid w:val="009D4306"/>
    <w:rsid w:val="009D62F8"/>
    <w:rsid w:val="009D63DE"/>
    <w:rsid w:val="009D760E"/>
    <w:rsid w:val="009E00B1"/>
    <w:rsid w:val="009E0B6F"/>
    <w:rsid w:val="009E1AC1"/>
    <w:rsid w:val="009E1D46"/>
    <w:rsid w:val="009E29E7"/>
    <w:rsid w:val="009E393C"/>
    <w:rsid w:val="009E41B0"/>
    <w:rsid w:val="009E5396"/>
    <w:rsid w:val="009E6894"/>
    <w:rsid w:val="009E7A04"/>
    <w:rsid w:val="009E7A0E"/>
    <w:rsid w:val="009F2687"/>
    <w:rsid w:val="009F38D7"/>
    <w:rsid w:val="009F54A5"/>
    <w:rsid w:val="009F6583"/>
    <w:rsid w:val="009F6878"/>
    <w:rsid w:val="009F779D"/>
    <w:rsid w:val="00A00786"/>
    <w:rsid w:val="00A01213"/>
    <w:rsid w:val="00A05FF4"/>
    <w:rsid w:val="00A06BEA"/>
    <w:rsid w:val="00A1152D"/>
    <w:rsid w:val="00A12883"/>
    <w:rsid w:val="00A13DB4"/>
    <w:rsid w:val="00A140CD"/>
    <w:rsid w:val="00A16CFA"/>
    <w:rsid w:val="00A2063C"/>
    <w:rsid w:val="00A20999"/>
    <w:rsid w:val="00A24726"/>
    <w:rsid w:val="00A27765"/>
    <w:rsid w:val="00A30F59"/>
    <w:rsid w:val="00A33337"/>
    <w:rsid w:val="00A334C4"/>
    <w:rsid w:val="00A33E71"/>
    <w:rsid w:val="00A35982"/>
    <w:rsid w:val="00A3743B"/>
    <w:rsid w:val="00A3764F"/>
    <w:rsid w:val="00A37FF7"/>
    <w:rsid w:val="00A41129"/>
    <w:rsid w:val="00A41795"/>
    <w:rsid w:val="00A41D1F"/>
    <w:rsid w:val="00A42579"/>
    <w:rsid w:val="00A445CE"/>
    <w:rsid w:val="00A464FE"/>
    <w:rsid w:val="00A469D7"/>
    <w:rsid w:val="00A50A61"/>
    <w:rsid w:val="00A50F8B"/>
    <w:rsid w:val="00A56953"/>
    <w:rsid w:val="00A57D97"/>
    <w:rsid w:val="00A62935"/>
    <w:rsid w:val="00A634C3"/>
    <w:rsid w:val="00A64A64"/>
    <w:rsid w:val="00A6504F"/>
    <w:rsid w:val="00A65807"/>
    <w:rsid w:val="00A67300"/>
    <w:rsid w:val="00A67468"/>
    <w:rsid w:val="00A70D12"/>
    <w:rsid w:val="00A72FFA"/>
    <w:rsid w:val="00A73FDF"/>
    <w:rsid w:val="00A74877"/>
    <w:rsid w:val="00A75D83"/>
    <w:rsid w:val="00A76C74"/>
    <w:rsid w:val="00A81490"/>
    <w:rsid w:val="00A838B2"/>
    <w:rsid w:val="00A84429"/>
    <w:rsid w:val="00A85594"/>
    <w:rsid w:val="00A86760"/>
    <w:rsid w:val="00A95959"/>
    <w:rsid w:val="00A96599"/>
    <w:rsid w:val="00A971F3"/>
    <w:rsid w:val="00AA0815"/>
    <w:rsid w:val="00AA23E0"/>
    <w:rsid w:val="00AA7DE1"/>
    <w:rsid w:val="00AA7EC2"/>
    <w:rsid w:val="00AB076D"/>
    <w:rsid w:val="00AB0995"/>
    <w:rsid w:val="00AB102C"/>
    <w:rsid w:val="00AB2045"/>
    <w:rsid w:val="00AB2537"/>
    <w:rsid w:val="00AB2B7E"/>
    <w:rsid w:val="00AB4B09"/>
    <w:rsid w:val="00AB57DD"/>
    <w:rsid w:val="00AC3A20"/>
    <w:rsid w:val="00AC7E65"/>
    <w:rsid w:val="00AD022F"/>
    <w:rsid w:val="00AD2004"/>
    <w:rsid w:val="00AD2799"/>
    <w:rsid w:val="00AD2D2A"/>
    <w:rsid w:val="00AD2E41"/>
    <w:rsid w:val="00AD4271"/>
    <w:rsid w:val="00AD6624"/>
    <w:rsid w:val="00AE1D10"/>
    <w:rsid w:val="00AE2318"/>
    <w:rsid w:val="00AE2A60"/>
    <w:rsid w:val="00AE2DFE"/>
    <w:rsid w:val="00AE3C5D"/>
    <w:rsid w:val="00AE5731"/>
    <w:rsid w:val="00AF1A07"/>
    <w:rsid w:val="00AF43A2"/>
    <w:rsid w:val="00AF5ED9"/>
    <w:rsid w:val="00AF7293"/>
    <w:rsid w:val="00B01FF3"/>
    <w:rsid w:val="00B04FCA"/>
    <w:rsid w:val="00B06523"/>
    <w:rsid w:val="00B06FC8"/>
    <w:rsid w:val="00B105E9"/>
    <w:rsid w:val="00B13802"/>
    <w:rsid w:val="00B15119"/>
    <w:rsid w:val="00B16EFD"/>
    <w:rsid w:val="00B20C1C"/>
    <w:rsid w:val="00B21A15"/>
    <w:rsid w:val="00B220E3"/>
    <w:rsid w:val="00B237DB"/>
    <w:rsid w:val="00B318B0"/>
    <w:rsid w:val="00B31C13"/>
    <w:rsid w:val="00B365E8"/>
    <w:rsid w:val="00B40DC2"/>
    <w:rsid w:val="00B41BE2"/>
    <w:rsid w:val="00B424E4"/>
    <w:rsid w:val="00B44BD6"/>
    <w:rsid w:val="00B457D2"/>
    <w:rsid w:val="00B470ED"/>
    <w:rsid w:val="00B5686A"/>
    <w:rsid w:val="00B579D0"/>
    <w:rsid w:val="00B57A17"/>
    <w:rsid w:val="00B60617"/>
    <w:rsid w:val="00B606C8"/>
    <w:rsid w:val="00B61EA2"/>
    <w:rsid w:val="00B63F99"/>
    <w:rsid w:val="00B64524"/>
    <w:rsid w:val="00B658DF"/>
    <w:rsid w:val="00B71BE5"/>
    <w:rsid w:val="00B7244E"/>
    <w:rsid w:val="00B76E31"/>
    <w:rsid w:val="00B80E7B"/>
    <w:rsid w:val="00B81E49"/>
    <w:rsid w:val="00B83ACF"/>
    <w:rsid w:val="00B8434F"/>
    <w:rsid w:val="00B84473"/>
    <w:rsid w:val="00B87746"/>
    <w:rsid w:val="00B87B06"/>
    <w:rsid w:val="00B90B23"/>
    <w:rsid w:val="00B90F46"/>
    <w:rsid w:val="00B962CA"/>
    <w:rsid w:val="00B97654"/>
    <w:rsid w:val="00BA1814"/>
    <w:rsid w:val="00BA452D"/>
    <w:rsid w:val="00BA609B"/>
    <w:rsid w:val="00BA742A"/>
    <w:rsid w:val="00BB0A4C"/>
    <w:rsid w:val="00BB0ACC"/>
    <w:rsid w:val="00BB2269"/>
    <w:rsid w:val="00BB2CEC"/>
    <w:rsid w:val="00BB3115"/>
    <w:rsid w:val="00BB375D"/>
    <w:rsid w:val="00BB3D54"/>
    <w:rsid w:val="00BB59DB"/>
    <w:rsid w:val="00BB78AF"/>
    <w:rsid w:val="00BB7CA0"/>
    <w:rsid w:val="00BB7D33"/>
    <w:rsid w:val="00BC28B7"/>
    <w:rsid w:val="00BC3A34"/>
    <w:rsid w:val="00BD072D"/>
    <w:rsid w:val="00BD7073"/>
    <w:rsid w:val="00BE08D4"/>
    <w:rsid w:val="00BE1E91"/>
    <w:rsid w:val="00BE6CD7"/>
    <w:rsid w:val="00BF64AC"/>
    <w:rsid w:val="00BF65C5"/>
    <w:rsid w:val="00C01372"/>
    <w:rsid w:val="00C050C9"/>
    <w:rsid w:val="00C05C98"/>
    <w:rsid w:val="00C06117"/>
    <w:rsid w:val="00C06409"/>
    <w:rsid w:val="00C064F8"/>
    <w:rsid w:val="00C12ACA"/>
    <w:rsid w:val="00C136E5"/>
    <w:rsid w:val="00C1754E"/>
    <w:rsid w:val="00C17931"/>
    <w:rsid w:val="00C17B40"/>
    <w:rsid w:val="00C202BE"/>
    <w:rsid w:val="00C20D8C"/>
    <w:rsid w:val="00C221D5"/>
    <w:rsid w:val="00C24EC4"/>
    <w:rsid w:val="00C256DA"/>
    <w:rsid w:val="00C26A3F"/>
    <w:rsid w:val="00C32560"/>
    <w:rsid w:val="00C33179"/>
    <w:rsid w:val="00C34722"/>
    <w:rsid w:val="00C35D47"/>
    <w:rsid w:val="00C36041"/>
    <w:rsid w:val="00C36B9F"/>
    <w:rsid w:val="00C40CB1"/>
    <w:rsid w:val="00C41065"/>
    <w:rsid w:val="00C41779"/>
    <w:rsid w:val="00C424EF"/>
    <w:rsid w:val="00C42F9B"/>
    <w:rsid w:val="00C4360F"/>
    <w:rsid w:val="00C45786"/>
    <w:rsid w:val="00C473CF"/>
    <w:rsid w:val="00C502F0"/>
    <w:rsid w:val="00C504E4"/>
    <w:rsid w:val="00C551AD"/>
    <w:rsid w:val="00C56D17"/>
    <w:rsid w:val="00C613F3"/>
    <w:rsid w:val="00C6175D"/>
    <w:rsid w:val="00C63A83"/>
    <w:rsid w:val="00C65A3D"/>
    <w:rsid w:val="00C7135E"/>
    <w:rsid w:val="00C71D70"/>
    <w:rsid w:val="00C721F7"/>
    <w:rsid w:val="00C735A3"/>
    <w:rsid w:val="00C7493E"/>
    <w:rsid w:val="00C76E35"/>
    <w:rsid w:val="00C76F72"/>
    <w:rsid w:val="00C81A44"/>
    <w:rsid w:val="00C82C29"/>
    <w:rsid w:val="00C82D84"/>
    <w:rsid w:val="00C84767"/>
    <w:rsid w:val="00C86751"/>
    <w:rsid w:val="00C97744"/>
    <w:rsid w:val="00CA12C9"/>
    <w:rsid w:val="00CA260A"/>
    <w:rsid w:val="00CA478D"/>
    <w:rsid w:val="00CA4B73"/>
    <w:rsid w:val="00CA4CA6"/>
    <w:rsid w:val="00CA6B86"/>
    <w:rsid w:val="00CB0334"/>
    <w:rsid w:val="00CB09E4"/>
    <w:rsid w:val="00CB0F91"/>
    <w:rsid w:val="00CB10D3"/>
    <w:rsid w:val="00CB16B3"/>
    <w:rsid w:val="00CB5DF7"/>
    <w:rsid w:val="00CB6AEB"/>
    <w:rsid w:val="00CC14B5"/>
    <w:rsid w:val="00CC20F8"/>
    <w:rsid w:val="00CC4801"/>
    <w:rsid w:val="00CC4A29"/>
    <w:rsid w:val="00CC4E15"/>
    <w:rsid w:val="00CC535A"/>
    <w:rsid w:val="00CC68AD"/>
    <w:rsid w:val="00CC72F6"/>
    <w:rsid w:val="00CD1AB6"/>
    <w:rsid w:val="00CD54F9"/>
    <w:rsid w:val="00CD637C"/>
    <w:rsid w:val="00CD6EC1"/>
    <w:rsid w:val="00CE1211"/>
    <w:rsid w:val="00CE1D06"/>
    <w:rsid w:val="00CE6557"/>
    <w:rsid w:val="00CE6C21"/>
    <w:rsid w:val="00CF28E0"/>
    <w:rsid w:val="00CF2CDD"/>
    <w:rsid w:val="00CF5199"/>
    <w:rsid w:val="00CF55A1"/>
    <w:rsid w:val="00CF6546"/>
    <w:rsid w:val="00CF74F7"/>
    <w:rsid w:val="00CF780F"/>
    <w:rsid w:val="00CF7C71"/>
    <w:rsid w:val="00D04D9D"/>
    <w:rsid w:val="00D0542E"/>
    <w:rsid w:val="00D10785"/>
    <w:rsid w:val="00D14348"/>
    <w:rsid w:val="00D16453"/>
    <w:rsid w:val="00D16B33"/>
    <w:rsid w:val="00D174D4"/>
    <w:rsid w:val="00D17636"/>
    <w:rsid w:val="00D21DA4"/>
    <w:rsid w:val="00D2357E"/>
    <w:rsid w:val="00D26349"/>
    <w:rsid w:val="00D31211"/>
    <w:rsid w:val="00D32E8B"/>
    <w:rsid w:val="00D33F64"/>
    <w:rsid w:val="00D3420B"/>
    <w:rsid w:val="00D35406"/>
    <w:rsid w:val="00D368B0"/>
    <w:rsid w:val="00D40265"/>
    <w:rsid w:val="00D404E2"/>
    <w:rsid w:val="00D40FB9"/>
    <w:rsid w:val="00D415F0"/>
    <w:rsid w:val="00D41AC9"/>
    <w:rsid w:val="00D41BC0"/>
    <w:rsid w:val="00D42390"/>
    <w:rsid w:val="00D43852"/>
    <w:rsid w:val="00D4540E"/>
    <w:rsid w:val="00D45A67"/>
    <w:rsid w:val="00D46E4F"/>
    <w:rsid w:val="00D47756"/>
    <w:rsid w:val="00D5281D"/>
    <w:rsid w:val="00D5568E"/>
    <w:rsid w:val="00D557D0"/>
    <w:rsid w:val="00D56000"/>
    <w:rsid w:val="00D571DB"/>
    <w:rsid w:val="00D63F27"/>
    <w:rsid w:val="00D64B56"/>
    <w:rsid w:val="00D64B72"/>
    <w:rsid w:val="00D6511F"/>
    <w:rsid w:val="00D7459A"/>
    <w:rsid w:val="00D75202"/>
    <w:rsid w:val="00D75FB2"/>
    <w:rsid w:val="00D76005"/>
    <w:rsid w:val="00D77790"/>
    <w:rsid w:val="00D807DD"/>
    <w:rsid w:val="00D81751"/>
    <w:rsid w:val="00D81971"/>
    <w:rsid w:val="00D83422"/>
    <w:rsid w:val="00D835C7"/>
    <w:rsid w:val="00D85ACA"/>
    <w:rsid w:val="00D91347"/>
    <w:rsid w:val="00D93757"/>
    <w:rsid w:val="00D94045"/>
    <w:rsid w:val="00D9417F"/>
    <w:rsid w:val="00D96826"/>
    <w:rsid w:val="00DA07DD"/>
    <w:rsid w:val="00DA315B"/>
    <w:rsid w:val="00DA3E9C"/>
    <w:rsid w:val="00DA751C"/>
    <w:rsid w:val="00DB3188"/>
    <w:rsid w:val="00DB3E27"/>
    <w:rsid w:val="00DB66CC"/>
    <w:rsid w:val="00DC171A"/>
    <w:rsid w:val="00DC1A09"/>
    <w:rsid w:val="00DC1A62"/>
    <w:rsid w:val="00DC1D1C"/>
    <w:rsid w:val="00DC3FD8"/>
    <w:rsid w:val="00DD33B6"/>
    <w:rsid w:val="00DD3A7D"/>
    <w:rsid w:val="00DD65E3"/>
    <w:rsid w:val="00DD6825"/>
    <w:rsid w:val="00DE282A"/>
    <w:rsid w:val="00DE5231"/>
    <w:rsid w:val="00DE5B3F"/>
    <w:rsid w:val="00DE5B7A"/>
    <w:rsid w:val="00DE628D"/>
    <w:rsid w:val="00DE7887"/>
    <w:rsid w:val="00DF026A"/>
    <w:rsid w:val="00DF0468"/>
    <w:rsid w:val="00DF175A"/>
    <w:rsid w:val="00DF1A1A"/>
    <w:rsid w:val="00DF1E3F"/>
    <w:rsid w:val="00DF3600"/>
    <w:rsid w:val="00DF74A1"/>
    <w:rsid w:val="00E01EC2"/>
    <w:rsid w:val="00E0234E"/>
    <w:rsid w:val="00E061E1"/>
    <w:rsid w:val="00E068AF"/>
    <w:rsid w:val="00E10680"/>
    <w:rsid w:val="00E10746"/>
    <w:rsid w:val="00E1267A"/>
    <w:rsid w:val="00E12C3C"/>
    <w:rsid w:val="00E134C5"/>
    <w:rsid w:val="00E1494B"/>
    <w:rsid w:val="00E1531D"/>
    <w:rsid w:val="00E16CAC"/>
    <w:rsid w:val="00E20AD7"/>
    <w:rsid w:val="00E23B47"/>
    <w:rsid w:val="00E2473D"/>
    <w:rsid w:val="00E2610D"/>
    <w:rsid w:val="00E26DCE"/>
    <w:rsid w:val="00E33323"/>
    <w:rsid w:val="00E33888"/>
    <w:rsid w:val="00E37D0D"/>
    <w:rsid w:val="00E37F96"/>
    <w:rsid w:val="00E41D99"/>
    <w:rsid w:val="00E42F28"/>
    <w:rsid w:val="00E45B76"/>
    <w:rsid w:val="00E45C8D"/>
    <w:rsid w:val="00E50D1A"/>
    <w:rsid w:val="00E5204F"/>
    <w:rsid w:val="00E52A7B"/>
    <w:rsid w:val="00E53324"/>
    <w:rsid w:val="00E53C93"/>
    <w:rsid w:val="00E57388"/>
    <w:rsid w:val="00E609E8"/>
    <w:rsid w:val="00E61053"/>
    <w:rsid w:val="00E62E53"/>
    <w:rsid w:val="00E66017"/>
    <w:rsid w:val="00E7013D"/>
    <w:rsid w:val="00E720A0"/>
    <w:rsid w:val="00E73FA3"/>
    <w:rsid w:val="00E75131"/>
    <w:rsid w:val="00E7654A"/>
    <w:rsid w:val="00E77197"/>
    <w:rsid w:val="00E82CB8"/>
    <w:rsid w:val="00E8311F"/>
    <w:rsid w:val="00E8655F"/>
    <w:rsid w:val="00E910F5"/>
    <w:rsid w:val="00E9190A"/>
    <w:rsid w:val="00E92ADD"/>
    <w:rsid w:val="00E93F62"/>
    <w:rsid w:val="00E942CF"/>
    <w:rsid w:val="00E96025"/>
    <w:rsid w:val="00E961F7"/>
    <w:rsid w:val="00E9623E"/>
    <w:rsid w:val="00E96563"/>
    <w:rsid w:val="00E97A33"/>
    <w:rsid w:val="00EA0020"/>
    <w:rsid w:val="00EA0CC2"/>
    <w:rsid w:val="00EA2366"/>
    <w:rsid w:val="00EA2ECC"/>
    <w:rsid w:val="00EA3C59"/>
    <w:rsid w:val="00EA5E14"/>
    <w:rsid w:val="00EA5FAD"/>
    <w:rsid w:val="00EA6881"/>
    <w:rsid w:val="00EA72CA"/>
    <w:rsid w:val="00EB1575"/>
    <w:rsid w:val="00EB15C8"/>
    <w:rsid w:val="00EB1C50"/>
    <w:rsid w:val="00EB1CAC"/>
    <w:rsid w:val="00EB20C6"/>
    <w:rsid w:val="00EB24E7"/>
    <w:rsid w:val="00EB39D0"/>
    <w:rsid w:val="00EB492E"/>
    <w:rsid w:val="00EB4D39"/>
    <w:rsid w:val="00EC284C"/>
    <w:rsid w:val="00EC2B2B"/>
    <w:rsid w:val="00EC2C51"/>
    <w:rsid w:val="00EC6400"/>
    <w:rsid w:val="00ED2320"/>
    <w:rsid w:val="00ED5312"/>
    <w:rsid w:val="00ED77AD"/>
    <w:rsid w:val="00EE1058"/>
    <w:rsid w:val="00EE1DB4"/>
    <w:rsid w:val="00EE4D5A"/>
    <w:rsid w:val="00EF0182"/>
    <w:rsid w:val="00EF0FA0"/>
    <w:rsid w:val="00EF2C5C"/>
    <w:rsid w:val="00EF3EA4"/>
    <w:rsid w:val="00EF3F16"/>
    <w:rsid w:val="00EF419F"/>
    <w:rsid w:val="00EF6A44"/>
    <w:rsid w:val="00EF6ECD"/>
    <w:rsid w:val="00EF6FA0"/>
    <w:rsid w:val="00EF755E"/>
    <w:rsid w:val="00EF76DF"/>
    <w:rsid w:val="00EF77DA"/>
    <w:rsid w:val="00EF7F13"/>
    <w:rsid w:val="00F0153F"/>
    <w:rsid w:val="00F02D67"/>
    <w:rsid w:val="00F0793B"/>
    <w:rsid w:val="00F079B1"/>
    <w:rsid w:val="00F07F0B"/>
    <w:rsid w:val="00F127C8"/>
    <w:rsid w:val="00F13125"/>
    <w:rsid w:val="00F15312"/>
    <w:rsid w:val="00F21488"/>
    <w:rsid w:val="00F22BD0"/>
    <w:rsid w:val="00F23152"/>
    <w:rsid w:val="00F247CE"/>
    <w:rsid w:val="00F24DE8"/>
    <w:rsid w:val="00F25270"/>
    <w:rsid w:val="00F30054"/>
    <w:rsid w:val="00F33E93"/>
    <w:rsid w:val="00F3475E"/>
    <w:rsid w:val="00F40C8D"/>
    <w:rsid w:val="00F411C7"/>
    <w:rsid w:val="00F412FD"/>
    <w:rsid w:val="00F46224"/>
    <w:rsid w:val="00F46A8E"/>
    <w:rsid w:val="00F46B6E"/>
    <w:rsid w:val="00F47455"/>
    <w:rsid w:val="00F52370"/>
    <w:rsid w:val="00F541C9"/>
    <w:rsid w:val="00F5426C"/>
    <w:rsid w:val="00F55DE8"/>
    <w:rsid w:val="00F565EE"/>
    <w:rsid w:val="00F56B08"/>
    <w:rsid w:val="00F618DD"/>
    <w:rsid w:val="00F62046"/>
    <w:rsid w:val="00F6521F"/>
    <w:rsid w:val="00F6729B"/>
    <w:rsid w:val="00F71A81"/>
    <w:rsid w:val="00F7282A"/>
    <w:rsid w:val="00F72CCF"/>
    <w:rsid w:val="00F74A06"/>
    <w:rsid w:val="00F77411"/>
    <w:rsid w:val="00F80082"/>
    <w:rsid w:val="00F81693"/>
    <w:rsid w:val="00F83C15"/>
    <w:rsid w:val="00F83C8E"/>
    <w:rsid w:val="00F8534A"/>
    <w:rsid w:val="00F85F1A"/>
    <w:rsid w:val="00F86B3E"/>
    <w:rsid w:val="00F90804"/>
    <w:rsid w:val="00F91DD9"/>
    <w:rsid w:val="00F92E7E"/>
    <w:rsid w:val="00F93DA0"/>
    <w:rsid w:val="00FA1CA3"/>
    <w:rsid w:val="00FA1EA4"/>
    <w:rsid w:val="00FA2053"/>
    <w:rsid w:val="00FA2CF5"/>
    <w:rsid w:val="00FA6F63"/>
    <w:rsid w:val="00FA79E3"/>
    <w:rsid w:val="00FB2958"/>
    <w:rsid w:val="00FB3E1F"/>
    <w:rsid w:val="00FB645D"/>
    <w:rsid w:val="00FB6B2A"/>
    <w:rsid w:val="00FC080C"/>
    <w:rsid w:val="00FC5C82"/>
    <w:rsid w:val="00FD0A5C"/>
    <w:rsid w:val="00FD1A4C"/>
    <w:rsid w:val="00FD26CC"/>
    <w:rsid w:val="00FD34B3"/>
    <w:rsid w:val="00FD3C4F"/>
    <w:rsid w:val="00FD3EAF"/>
    <w:rsid w:val="00FD54B6"/>
    <w:rsid w:val="00FD750E"/>
    <w:rsid w:val="00FE0906"/>
    <w:rsid w:val="00FE2563"/>
    <w:rsid w:val="00FE5D3C"/>
    <w:rsid w:val="00FE6B08"/>
    <w:rsid w:val="00FF0850"/>
    <w:rsid w:val="00FF2D34"/>
    <w:rsid w:val="00FF2D55"/>
    <w:rsid w:val="00FF512E"/>
    <w:rsid w:val="00FF73B9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incell="f" fillcolor="white">
      <v:fill color="white"/>
    </o:shapedefaults>
    <o:shapelayout v:ext="edit">
      <o:idmap v:ext="edit" data="2"/>
    </o:shapelayout>
  </w:shapeDefaults>
  <w:decimalSymbol w:val=","/>
  <w:listSeparator w:val=";"/>
  <w14:docId w14:val="0D2D4E3E"/>
  <w15:docId w15:val="{67341FA1-AC46-46DB-B5E3-F09D3AA8D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72CCF"/>
    <w:pPr>
      <w:jc w:val="both"/>
    </w:pPr>
    <w:rPr>
      <w:rFonts w:ascii="Arial" w:hAnsi="Arial"/>
    </w:rPr>
  </w:style>
  <w:style w:type="paragraph" w:styleId="Nadpis1">
    <w:name w:val="heading 1"/>
    <w:basedOn w:val="Vnitonadresa"/>
    <w:next w:val="Zkladntext"/>
    <w:qFormat/>
    <w:rsid w:val="00582785"/>
    <w:pPr>
      <w:keepNext/>
      <w:numPr>
        <w:numId w:val="1"/>
      </w:numPr>
      <w:tabs>
        <w:tab w:val="clear" w:pos="720"/>
        <w:tab w:val="num" w:pos="567"/>
      </w:tabs>
      <w:suppressAutoHyphens/>
      <w:spacing w:line="240" w:lineRule="auto"/>
      <w:ind w:left="0" w:hanging="11"/>
      <w:outlineLvl w:val="0"/>
    </w:pPr>
    <w:rPr>
      <w:rFonts w:cs="Arial"/>
      <w:b/>
      <w:spacing w:val="10"/>
      <w:kern w:val="20"/>
      <w:sz w:val="32"/>
      <w:szCs w:val="32"/>
    </w:rPr>
  </w:style>
  <w:style w:type="paragraph" w:styleId="Nadpis2">
    <w:name w:val="heading 2"/>
    <w:basedOn w:val="Odsekzoznamu"/>
    <w:next w:val="Zkladntext"/>
    <w:link w:val="Nadpis2Char"/>
    <w:qFormat/>
    <w:rsid w:val="00D81751"/>
    <w:pPr>
      <w:keepNext/>
      <w:numPr>
        <w:ilvl w:val="1"/>
        <w:numId w:val="1"/>
      </w:numPr>
      <w:tabs>
        <w:tab w:val="clear" w:pos="720"/>
        <w:tab w:val="num" w:pos="567"/>
      </w:tabs>
      <w:suppressAutoHyphens/>
      <w:ind w:left="0" w:hanging="11"/>
      <w:outlineLvl w:val="1"/>
    </w:pPr>
    <w:rPr>
      <w:rFonts w:cs="Arial"/>
      <w:b/>
      <w:sz w:val="22"/>
      <w:szCs w:val="22"/>
    </w:rPr>
  </w:style>
  <w:style w:type="paragraph" w:styleId="Nadpis3">
    <w:name w:val="heading 3"/>
    <w:basedOn w:val="Nadpiszkladn"/>
    <w:next w:val="Zkladntext"/>
    <w:qFormat/>
    <w:rsid w:val="00447251"/>
    <w:pPr>
      <w:spacing w:after="220"/>
      <w:outlineLvl w:val="2"/>
    </w:pPr>
  </w:style>
  <w:style w:type="paragraph" w:styleId="Nadpis4">
    <w:name w:val="heading 4"/>
    <w:basedOn w:val="Nadpiszkladn"/>
    <w:next w:val="Zkladntext"/>
    <w:qFormat/>
    <w:rsid w:val="00447251"/>
    <w:pPr>
      <w:ind w:left="360"/>
      <w:outlineLvl w:val="3"/>
    </w:pPr>
    <w:rPr>
      <w:spacing w:val="-5"/>
      <w:sz w:val="18"/>
    </w:rPr>
  </w:style>
  <w:style w:type="paragraph" w:styleId="Nadpis5">
    <w:name w:val="heading 5"/>
    <w:basedOn w:val="Nadpiszkladn"/>
    <w:next w:val="Zkladntext"/>
    <w:qFormat/>
    <w:rsid w:val="00447251"/>
    <w:pPr>
      <w:ind w:left="720"/>
      <w:outlineLvl w:val="4"/>
    </w:pPr>
    <w:rPr>
      <w:spacing w:val="-5"/>
      <w:sz w:val="18"/>
    </w:rPr>
  </w:style>
  <w:style w:type="paragraph" w:styleId="Nadpis6">
    <w:name w:val="heading 6"/>
    <w:basedOn w:val="Nadpiszkladn"/>
    <w:next w:val="Zkladntext"/>
    <w:qFormat/>
    <w:rsid w:val="00447251"/>
    <w:pPr>
      <w:ind w:left="1080"/>
      <w:outlineLvl w:val="5"/>
    </w:pPr>
    <w:rPr>
      <w:spacing w:val="-5"/>
      <w:sz w:val="18"/>
    </w:rPr>
  </w:style>
  <w:style w:type="paragraph" w:styleId="Nadpis7">
    <w:name w:val="heading 7"/>
    <w:basedOn w:val="Nadpiszkladn"/>
    <w:next w:val="Zkladntext"/>
    <w:qFormat/>
    <w:rsid w:val="00447251"/>
    <w:pPr>
      <w:ind w:left="1440"/>
      <w:outlineLvl w:val="6"/>
    </w:pPr>
    <w:rPr>
      <w:spacing w:val="-5"/>
      <w:sz w:val="18"/>
    </w:rPr>
  </w:style>
  <w:style w:type="paragraph" w:styleId="Nadpis8">
    <w:name w:val="heading 8"/>
    <w:basedOn w:val="Nadpiszkladn"/>
    <w:next w:val="Zkladntext"/>
    <w:qFormat/>
    <w:rsid w:val="00447251"/>
    <w:pPr>
      <w:ind w:left="1800"/>
      <w:outlineLvl w:val="7"/>
    </w:pPr>
    <w:rPr>
      <w:spacing w:val="-5"/>
      <w:sz w:val="18"/>
    </w:rPr>
  </w:style>
  <w:style w:type="paragraph" w:styleId="Nadpis9">
    <w:name w:val="heading 9"/>
    <w:basedOn w:val="Nadpiszkladn"/>
    <w:next w:val="Zkladntext"/>
    <w:qFormat/>
    <w:rsid w:val="00447251"/>
    <w:pPr>
      <w:ind w:left="2160"/>
      <w:outlineLvl w:val="8"/>
    </w:pPr>
    <w:rPr>
      <w:spacing w:val="-5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zkladn">
    <w:name w:val="Nadpis základní"/>
    <w:basedOn w:val="Zkladntext"/>
    <w:next w:val="Zkladntext"/>
    <w:rsid w:val="00447251"/>
    <w:pPr>
      <w:keepNext/>
      <w:keepLines/>
      <w:spacing w:after="0"/>
    </w:pPr>
    <w:rPr>
      <w:b/>
      <w:spacing w:val="10"/>
      <w:kern w:val="20"/>
      <w:sz w:val="22"/>
    </w:rPr>
  </w:style>
  <w:style w:type="paragraph" w:styleId="Zkladntext">
    <w:name w:val="Body Text"/>
    <w:basedOn w:val="Normlny"/>
    <w:link w:val="ZkladntextChar"/>
    <w:rsid w:val="00447251"/>
    <w:pPr>
      <w:spacing w:after="220" w:line="220" w:lineRule="atLeast"/>
    </w:pPr>
  </w:style>
  <w:style w:type="paragraph" w:customStyle="1" w:styleId="Adresa1">
    <w:name w:val="Adresa1"/>
    <w:basedOn w:val="Zkladntext"/>
    <w:rsid w:val="00447251"/>
    <w:pPr>
      <w:keepLines/>
      <w:spacing w:after="0"/>
      <w:ind w:right="4320"/>
    </w:pPr>
  </w:style>
  <w:style w:type="character" w:styleId="Odkaznakomentr">
    <w:name w:val="annotation reference"/>
    <w:basedOn w:val="Predvolenpsmoodseku"/>
    <w:semiHidden/>
    <w:rsid w:val="00447251"/>
    <w:rPr>
      <w:sz w:val="16"/>
    </w:rPr>
  </w:style>
  <w:style w:type="paragraph" w:styleId="Textkomentra">
    <w:name w:val="annotation text"/>
    <w:basedOn w:val="Zkladpoznmkypodearou"/>
    <w:link w:val="TextkomentraChar"/>
    <w:semiHidden/>
    <w:rsid w:val="00447251"/>
  </w:style>
  <w:style w:type="paragraph" w:customStyle="1" w:styleId="Zkladpoznmkypodearou">
    <w:name w:val="Základ poznámky pod earou"/>
    <w:basedOn w:val="Zkladntext"/>
    <w:link w:val="ZkladpoznmkypodearouChar"/>
    <w:rsid w:val="00447251"/>
    <w:pPr>
      <w:keepLines/>
    </w:pPr>
    <w:rPr>
      <w:sz w:val="16"/>
    </w:rPr>
  </w:style>
  <w:style w:type="paragraph" w:customStyle="1" w:styleId="Upozornin">
    <w:name w:val="Upozorniní"/>
    <w:basedOn w:val="Zkladntext"/>
    <w:next w:val="Osloven1"/>
    <w:rsid w:val="00447251"/>
    <w:pPr>
      <w:spacing w:before="220" w:after="0"/>
    </w:pPr>
  </w:style>
  <w:style w:type="paragraph" w:customStyle="1" w:styleId="Osloven1">
    <w:name w:val="Oslovení1"/>
    <w:basedOn w:val="Zkladntext"/>
    <w:next w:val="Poedmit"/>
    <w:rsid w:val="00447251"/>
    <w:pPr>
      <w:spacing w:before="220"/>
    </w:pPr>
  </w:style>
  <w:style w:type="paragraph" w:customStyle="1" w:styleId="Poedmit">
    <w:name w:val="Poedmit"/>
    <w:basedOn w:val="Zkladntext"/>
    <w:next w:val="Zkladntext"/>
    <w:rsid w:val="00447251"/>
    <w:rPr>
      <w:b/>
      <w:spacing w:val="10"/>
      <w:sz w:val="22"/>
    </w:rPr>
  </w:style>
  <w:style w:type="paragraph" w:styleId="Citcia">
    <w:name w:val="Quote"/>
    <w:basedOn w:val="Zkladntext"/>
    <w:qFormat/>
    <w:rsid w:val="00447251"/>
    <w:pPr>
      <w:keepLines/>
      <w:ind w:left="720" w:right="720"/>
    </w:pPr>
  </w:style>
  <w:style w:type="paragraph" w:customStyle="1" w:styleId="Prvnblokcitace">
    <w:name w:val="První blok citace"/>
    <w:basedOn w:val="Citcia"/>
    <w:next w:val="Citcia"/>
    <w:rsid w:val="00447251"/>
    <w:pPr>
      <w:spacing w:before="120"/>
    </w:pPr>
  </w:style>
  <w:style w:type="paragraph" w:customStyle="1" w:styleId="Poslednblokcitace">
    <w:name w:val="Poslední blok citace"/>
    <w:basedOn w:val="Citcia"/>
    <w:next w:val="Zkladntext"/>
    <w:rsid w:val="00447251"/>
    <w:pPr>
      <w:spacing w:after="240"/>
    </w:pPr>
  </w:style>
  <w:style w:type="paragraph" w:customStyle="1" w:styleId="Zkladntext21">
    <w:name w:val="Základní text 21"/>
    <w:basedOn w:val="Zkladntext"/>
    <w:rsid w:val="00447251"/>
    <w:pPr>
      <w:ind w:left="360"/>
    </w:pPr>
  </w:style>
  <w:style w:type="paragraph" w:customStyle="1" w:styleId="Poslednzkladntext">
    <w:name w:val="Poslední základní text"/>
    <w:basedOn w:val="Zkladntext"/>
    <w:rsid w:val="00447251"/>
    <w:pPr>
      <w:keepNext/>
    </w:pPr>
  </w:style>
  <w:style w:type="paragraph" w:styleId="Popis">
    <w:name w:val="caption"/>
    <w:basedOn w:val="Obrzek"/>
    <w:next w:val="Zkladntext"/>
    <w:qFormat/>
    <w:rsid w:val="00447251"/>
    <w:rPr>
      <w:sz w:val="16"/>
    </w:rPr>
  </w:style>
  <w:style w:type="paragraph" w:customStyle="1" w:styleId="Obrzek">
    <w:name w:val="Obrázek"/>
    <w:basedOn w:val="Normlny"/>
    <w:next w:val="Popis"/>
    <w:rsid w:val="00447251"/>
    <w:pPr>
      <w:keepNext/>
    </w:pPr>
  </w:style>
  <w:style w:type="paragraph" w:customStyle="1" w:styleId="Kopie">
    <w:name w:val="Kopie"/>
    <w:basedOn w:val="Zkladntext"/>
    <w:rsid w:val="00447251"/>
    <w:pPr>
      <w:keepLines/>
      <w:ind w:left="360" w:hanging="360"/>
    </w:pPr>
  </w:style>
  <w:style w:type="paragraph" w:styleId="Zver">
    <w:name w:val="Closing"/>
    <w:basedOn w:val="Zkladntext"/>
    <w:next w:val="PodpisNzevspoleenosti"/>
    <w:rsid w:val="00447251"/>
    <w:pPr>
      <w:keepNext/>
      <w:spacing w:after="60"/>
    </w:pPr>
  </w:style>
  <w:style w:type="paragraph" w:customStyle="1" w:styleId="PodpisNzevspoleenosti">
    <w:name w:val="Podpis Název spoleenosti"/>
    <w:basedOn w:val="Podpis"/>
    <w:next w:val="Podpis-jmno"/>
    <w:rsid w:val="00447251"/>
    <w:pPr>
      <w:keepNext/>
      <w:spacing w:line="220" w:lineRule="atLeast"/>
      <w:ind w:left="0"/>
    </w:pPr>
  </w:style>
  <w:style w:type="paragraph" w:styleId="Podpis">
    <w:name w:val="Signature"/>
    <w:basedOn w:val="Zkladntext"/>
    <w:rsid w:val="00447251"/>
    <w:pPr>
      <w:spacing w:after="0" w:line="240" w:lineRule="auto"/>
      <w:ind w:left="4252"/>
    </w:pPr>
  </w:style>
  <w:style w:type="paragraph" w:customStyle="1" w:styleId="Podpis-jmno">
    <w:name w:val="Podpis - jméno"/>
    <w:basedOn w:val="Podpis"/>
    <w:next w:val="Podpis-funkce"/>
    <w:rsid w:val="00447251"/>
    <w:pPr>
      <w:keepNext/>
      <w:spacing w:before="880" w:line="220" w:lineRule="atLeast"/>
      <w:ind w:left="0"/>
    </w:pPr>
  </w:style>
  <w:style w:type="paragraph" w:customStyle="1" w:styleId="Podpis-funkce">
    <w:name w:val="Podpis - funkce"/>
    <w:basedOn w:val="Podpis"/>
    <w:next w:val="Poeteenpsmenaodkazu"/>
    <w:rsid w:val="00447251"/>
    <w:pPr>
      <w:keepNext/>
      <w:spacing w:line="220" w:lineRule="atLeast"/>
      <w:ind w:left="0"/>
    </w:pPr>
  </w:style>
  <w:style w:type="paragraph" w:customStyle="1" w:styleId="Poeteenpsmenaodkazu">
    <w:name w:val="Poeáteení písmena odkazu"/>
    <w:basedOn w:val="Zkladntext"/>
    <w:next w:val="Poloha"/>
    <w:rsid w:val="00447251"/>
    <w:pPr>
      <w:keepNext/>
      <w:keepLines/>
      <w:spacing w:before="220" w:after="0"/>
    </w:pPr>
  </w:style>
  <w:style w:type="paragraph" w:customStyle="1" w:styleId="Poloha">
    <w:name w:val="Poíloha"/>
    <w:basedOn w:val="Zkladntext"/>
    <w:next w:val="KOPIE0"/>
    <w:rsid w:val="00447251"/>
    <w:pPr>
      <w:keepNext/>
      <w:keepLines/>
    </w:pPr>
  </w:style>
  <w:style w:type="paragraph" w:customStyle="1" w:styleId="KOPIE0">
    <w:name w:val="KOPIE"/>
    <w:basedOn w:val="Zkladntext"/>
    <w:rsid w:val="00447251"/>
    <w:pPr>
      <w:keepLines/>
      <w:ind w:left="360" w:hanging="360"/>
    </w:pPr>
  </w:style>
  <w:style w:type="paragraph" w:customStyle="1" w:styleId="Nzevspoleenosti">
    <w:name w:val="Název spoleenosti"/>
    <w:basedOn w:val="Normlny"/>
    <w:rsid w:val="00447251"/>
    <w:pPr>
      <w:framePr w:w="3840" w:h="1752" w:wrap="notBeside" w:vAnchor="page" w:hAnchor="margin" w:y="889" w:anchorLock="1"/>
      <w:spacing w:line="280" w:lineRule="atLeast"/>
    </w:pPr>
    <w:rPr>
      <w:b/>
      <w:spacing w:val="24"/>
      <w:sz w:val="32"/>
    </w:rPr>
  </w:style>
  <w:style w:type="paragraph" w:customStyle="1" w:styleId="Datum1">
    <w:name w:val="Datum1"/>
    <w:basedOn w:val="Zkladntext"/>
    <w:next w:val="Vnitonadresa"/>
    <w:rsid w:val="00447251"/>
    <w:pPr>
      <w:spacing w:after="440"/>
      <w:ind w:left="4320"/>
    </w:pPr>
  </w:style>
  <w:style w:type="paragraph" w:customStyle="1" w:styleId="Vnitonadresa">
    <w:name w:val="Vnitoní adresa"/>
    <w:basedOn w:val="Zkladntext"/>
    <w:rsid w:val="00447251"/>
    <w:pPr>
      <w:spacing w:after="0"/>
    </w:pPr>
  </w:style>
  <w:style w:type="character" w:customStyle="1" w:styleId="Zvraznn1">
    <w:name w:val="Zvýraznění1"/>
    <w:rsid w:val="00447251"/>
    <w:rPr>
      <w:rFonts w:ascii="Arial" w:hAnsi="Arial"/>
      <w:b/>
      <w:sz w:val="18"/>
    </w:rPr>
  </w:style>
  <w:style w:type="character" w:styleId="Odkaznavysvetlivku">
    <w:name w:val="endnote reference"/>
    <w:basedOn w:val="Predvolenpsmoodseku"/>
    <w:semiHidden/>
    <w:rsid w:val="00447251"/>
    <w:rPr>
      <w:rFonts w:ascii="Arial" w:hAnsi="Arial"/>
      <w:sz w:val="20"/>
      <w:vertAlign w:val="superscript"/>
    </w:rPr>
  </w:style>
  <w:style w:type="paragraph" w:styleId="Textvysvetlivky">
    <w:name w:val="endnote text"/>
    <w:basedOn w:val="Zkladpoznmkypodearou"/>
    <w:semiHidden/>
    <w:rsid w:val="00447251"/>
  </w:style>
  <w:style w:type="paragraph" w:styleId="Adresanaoblke">
    <w:name w:val="envelope address"/>
    <w:basedOn w:val="Zkladntext"/>
    <w:rsid w:val="00447251"/>
    <w:pPr>
      <w:framePr w:w="7920" w:h="1987" w:hRule="exact" w:hSpace="144" w:vSpace="144" w:wrap="auto" w:hAnchor="page" w:xAlign="center" w:yAlign="bottom"/>
      <w:spacing w:after="0"/>
      <w:ind w:left="2880"/>
    </w:pPr>
  </w:style>
  <w:style w:type="paragraph" w:styleId="Spiatonadresanaoblke">
    <w:name w:val="envelope return"/>
    <w:basedOn w:val="Zkladntext"/>
    <w:rsid w:val="00447251"/>
    <w:pPr>
      <w:spacing w:after="0"/>
    </w:pPr>
    <w:rPr>
      <w:sz w:val="18"/>
    </w:rPr>
  </w:style>
  <w:style w:type="paragraph" w:styleId="Pta">
    <w:name w:val="footer"/>
    <w:basedOn w:val="Zhlavzkladn"/>
    <w:link w:val="PtaChar"/>
    <w:uiPriority w:val="99"/>
    <w:rsid w:val="00447251"/>
    <w:pPr>
      <w:spacing w:before="600"/>
    </w:pPr>
    <w:rPr>
      <w:sz w:val="18"/>
    </w:rPr>
  </w:style>
  <w:style w:type="paragraph" w:customStyle="1" w:styleId="Zhlavzkladn">
    <w:name w:val="Záhlaví základní"/>
    <w:basedOn w:val="Zkladntext"/>
    <w:rsid w:val="00447251"/>
    <w:pPr>
      <w:keepLines/>
      <w:tabs>
        <w:tab w:val="center" w:pos="4320"/>
        <w:tab w:val="right" w:pos="8640"/>
      </w:tabs>
      <w:spacing w:after="0"/>
    </w:pPr>
  </w:style>
  <w:style w:type="paragraph" w:customStyle="1" w:styleId="Patasudstrnky">
    <w:name w:val="Pata sudé stránky"/>
    <w:basedOn w:val="Pta"/>
    <w:rsid w:val="00447251"/>
  </w:style>
  <w:style w:type="paragraph" w:customStyle="1" w:styleId="Pataprvnstrnky">
    <w:name w:val="Pata první stránky"/>
    <w:basedOn w:val="Pta"/>
    <w:rsid w:val="00447251"/>
    <w:pPr>
      <w:tabs>
        <w:tab w:val="clear" w:pos="8640"/>
      </w:tabs>
      <w:jc w:val="center"/>
    </w:pPr>
  </w:style>
  <w:style w:type="paragraph" w:customStyle="1" w:styleId="Patalichstrnky">
    <w:name w:val="Pata liché stránky"/>
    <w:basedOn w:val="Pta"/>
    <w:rsid w:val="00447251"/>
    <w:pPr>
      <w:tabs>
        <w:tab w:val="right" w:pos="0"/>
      </w:tabs>
      <w:jc w:val="right"/>
    </w:pPr>
  </w:style>
  <w:style w:type="character" w:styleId="Odkaznapoznmkupodiarou">
    <w:name w:val="footnote reference"/>
    <w:basedOn w:val="Predvolenpsmoodseku"/>
    <w:semiHidden/>
    <w:rsid w:val="00447251"/>
    <w:rPr>
      <w:sz w:val="20"/>
      <w:vertAlign w:val="superscript"/>
    </w:rPr>
  </w:style>
  <w:style w:type="paragraph" w:styleId="Textpoznmkypodiarou">
    <w:name w:val="footnote text"/>
    <w:basedOn w:val="Zkladpoznmkypodearou"/>
    <w:semiHidden/>
    <w:rsid w:val="00447251"/>
    <w:pPr>
      <w:spacing w:after="0"/>
    </w:pPr>
  </w:style>
  <w:style w:type="paragraph" w:styleId="Hlavika">
    <w:name w:val="header"/>
    <w:basedOn w:val="Zhlavzkladn"/>
    <w:link w:val="HlavikaChar"/>
    <w:rsid w:val="00447251"/>
    <w:pPr>
      <w:spacing w:after="600"/>
    </w:pPr>
  </w:style>
  <w:style w:type="paragraph" w:customStyle="1" w:styleId="Zkladzhlav">
    <w:name w:val="Základ záhlaví"/>
    <w:basedOn w:val="Normlny"/>
    <w:rsid w:val="00447251"/>
    <w:pPr>
      <w:keepLines/>
      <w:tabs>
        <w:tab w:val="center" w:pos="4320"/>
        <w:tab w:val="right" w:pos="8640"/>
      </w:tabs>
    </w:pPr>
  </w:style>
  <w:style w:type="paragraph" w:customStyle="1" w:styleId="Zhlavsudstrnky">
    <w:name w:val="Záhlaví sudé stránky"/>
    <w:basedOn w:val="Hlavika"/>
    <w:rsid w:val="00447251"/>
  </w:style>
  <w:style w:type="paragraph" w:customStyle="1" w:styleId="Zhlavprvnstrnky">
    <w:name w:val="Záhlaví první stránky"/>
    <w:basedOn w:val="Hlavika"/>
    <w:rsid w:val="00447251"/>
    <w:pPr>
      <w:tabs>
        <w:tab w:val="clear" w:pos="8640"/>
      </w:tabs>
      <w:jc w:val="center"/>
    </w:pPr>
  </w:style>
  <w:style w:type="paragraph" w:customStyle="1" w:styleId="Zhlavlichstrnky">
    <w:name w:val="Záhlaví liché stránky"/>
    <w:basedOn w:val="Hlavika"/>
    <w:rsid w:val="00447251"/>
    <w:pPr>
      <w:tabs>
        <w:tab w:val="right" w:pos="0"/>
      </w:tabs>
      <w:jc w:val="right"/>
    </w:pPr>
  </w:style>
  <w:style w:type="paragraph" w:customStyle="1" w:styleId="Zkladnadpisu">
    <w:name w:val="Základ nadpisu"/>
    <w:basedOn w:val="Normlny"/>
    <w:next w:val="Zkladntext"/>
    <w:rsid w:val="00447251"/>
    <w:pPr>
      <w:keepNext/>
      <w:spacing w:before="240" w:after="120"/>
    </w:pPr>
    <w:rPr>
      <w:b/>
      <w:kern w:val="28"/>
      <w:sz w:val="36"/>
    </w:rPr>
  </w:style>
  <w:style w:type="character" w:customStyle="1" w:styleId="Zvraznintuen">
    <w:name w:val="Zvýrazniní tuené"/>
    <w:rsid w:val="00447251"/>
    <w:rPr>
      <w:rFonts w:ascii="Arial" w:hAnsi="Arial"/>
      <w:b/>
      <w:sz w:val="18"/>
    </w:rPr>
  </w:style>
  <w:style w:type="character" w:styleId="sloriadka">
    <w:name w:val="line number"/>
    <w:basedOn w:val="Predvolenpsmoodseku"/>
    <w:rsid w:val="00447251"/>
    <w:rPr>
      <w:rFonts w:ascii="Arial" w:hAnsi="Arial"/>
      <w:sz w:val="18"/>
    </w:rPr>
  </w:style>
  <w:style w:type="paragraph" w:styleId="Zoznam">
    <w:name w:val="List"/>
    <w:basedOn w:val="Zkladntext"/>
    <w:rsid w:val="00447251"/>
    <w:pPr>
      <w:ind w:left="720" w:hanging="360"/>
    </w:pPr>
  </w:style>
  <w:style w:type="paragraph" w:styleId="Zoznam2">
    <w:name w:val="List 2"/>
    <w:basedOn w:val="Zoznam"/>
    <w:rsid w:val="00447251"/>
    <w:pPr>
      <w:ind w:left="1080"/>
    </w:pPr>
  </w:style>
  <w:style w:type="paragraph" w:styleId="Zoznam3">
    <w:name w:val="List 3"/>
    <w:basedOn w:val="Zoznam"/>
    <w:rsid w:val="00447251"/>
    <w:pPr>
      <w:ind w:left="1440"/>
    </w:pPr>
  </w:style>
  <w:style w:type="paragraph" w:styleId="Zoznam4">
    <w:name w:val="List 4"/>
    <w:basedOn w:val="Zoznam"/>
    <w:rsid w:val="00447251"/>
    <w:pPr>
      <w:ind w:left="1800"/>
    </w:pPr>
  </w:style>
  <w:style w:type="paragraph" w:styleId="Zoznam5">
    <w:name w:val="List 5"/>
    <w:basedOn w:val="Zoznam"/>
    <w:rsid w:val="00447251"/>
    <w:pPr>
      <w:ind w:left="2160"/>
    </w:pPr>
  </w:style>
  <w:style w:type="paragraph" w:styleId="Zoznamsodrkami">
    <w:name w:val="List Bullet"/>
    <w:basedOn w:val="Zoznam"/>
    <w:rsid w:val="00447251"/>
    <w:pPr>
      <w:ind w:right="720"/>
    </w:pPr>
  </w:style>
  <w:style w:type="paragraph" w:styleId="Zoznamsodrkami2">
    <w:name w:val="List Bullet 2"/>
    <w:basedOn w:val="Zoznamsodrkami"/>
    <w:rsid w:val="00447251"/>
    <w:pPr>
      <w:ind w:left="1080"/>
    </w:pPr>
  </w:style>
  <w:style w:type="paragraph" w:styleId="Zoznamsodrkami3">
    <w:name w:val="List Bullet 3"/>
    <w:basedOn w:val="Zoznamsodrkami"/>
    <w:rsid w:val="00447251"/>
    <w:pPr>
      <w:ind w:left="1440"/>
    </w:pPr>
  </w:style>
  <w:style w:type="paragraph" w:styleId="Zoznamsodrkami4">
    <w:name w:val="List Bullet 4"/>
    <w:basedOn w:val="Zoznamsodrkami"/>
    <w:rsid w:val="00447251"/>
    <w:pPr>
      <w:ind w:left="1800"/>
    </w:pPr>
  </w:style>
  <w:style w:type="paragraph" w:styleId="Zoznamsodrkami5">
    <w:name w:val="List Bullet 5"/>
    <w:basedOn w:val="Zoznamsodrkami"/>
    <w:rsid w:val="00447251"/>
    <w:pPr>
      <w:ind w:left="2160"/>
    </w:pPr>
  </w:style>
  <w:style w:type="paragraph" w:customStyle="1" w:styleId="Prvnodrkaseznamu">
    <w:name w:val="První odrážka seznamu"/>
    <w:basedOn w:val="Zoznamsodrkami"/>
    <w:next w:val="Zoznamsodrkami"/>
    <w:rsid w:val="00447251"/>
    <w:pPr>
      <w:spacing w:before="80"/>
    </w:pPr>
  </w:style>
  <w:style w:type="paragraph" w:customStyle="1" w:styleId="Poslednodrkaseznamu">
    <w:name w:val="Poslední odrážka seznamu"/>
    <w:basedOn w:val="Zoznamsodrkami"/>
    <w:next w:val="Zkladntext"/>
    <w:rsid w:val="00447251"/>
    <w:pPr>
      <w:spacing w:after="240"/>
    </w:pPr>
  </w:style>
  <w:style w:type="paragraph" w:styleId="Pokraovaniezoznamu">
    <w:name w:val="List Continue"/>
    <w:basedOn w:val="Zoznam"/>
    <w:rsid w:val="00447251"/>
    <w:pPr>
      <w:ind w:right="720" w:firstLine="0"/>
    </w:pPr>
  </w:style>
  <w:style w:type="paragraph" w:styleId="Pokraovaniezoznamu2">
    <w:name w:val="List Continue 2"/>
    <w:basedOn w:val="Pokraovaniezoznamu"/>
    <w:rsid w:val="00447251"/>
    <w:pPr>
      <w:ind w:left="1080"/>
    </w:pPr>
  </w:style>
  <w:style w:type="paragraph" w:styleId="Pokraovaniezoznamu3">
    <w:name w:val="List Continue 3"/>
    <w:basedOn w:val="Pokraovaniezoznamu"/>
    <w:rsid w:val="00447251"/>
    <w:pPr>
      <w:ind w:left="1440"/>
    </w:pPr>
  </w:style>
  <w:style w:type="paragraph" w:styleId="Pokraovaniezoznamu4">
    <w:name w:val="List Continue 4"/>
    <w:basedOn w:val="Pokraovaniezoznamu"/>
    <w:rsid w:val="00447251"/>
    <w:pPr>
      <w:ind w:left="1800"/>
    </w:pPr>
  </w:style>
  <w:style w:type="paragraph" w:styleId="Pokraovaniezoznamu5">
    <w:name w:val="List Continue 5"/>
    <w:basedOn w:val="Pokraovaniezoznamu"/>
    <w:rsid w:val="00447251"/>
    <w:pPr>
      <w:ind w:left="2160"/>
    </w:pPr>
  </w:style>
  <w:style w:type="paragraph" w:customStyle="1" w:styleId="Prvnseznam">
    <w:name w:val="První seznam"/>
    <w:basedOn w:val="Zoznam"/>
    <w:next w:val="Zoznam"/>
    <w:rsid w:val="00447251"/>
    <w:pPr>
      <w:spacing w:before="80"/>
    </w:pPr>
  </w:style>
  <w:style w:type="paragraph" w:customStyle="1" w:styleId="Poslednseznam">
    <w:name w:val="Poslední seznam"/>
    <w:basedOn w:val="Zoznam"/>
    <w:next w:val="Zkladntext"/>
    <w:rsid w:val="00447251"/>
    <w:pPr>
      <w:spacing w:after="240"/>
    </w:pPr>
  </w:style>
  <w:style w:type="paragraph" w:styleId="slovanzoznam">
    <w:name w:val="List Number"/>
    <w:basedOn w:val="Zoznam"/>
    <w:rsid w:val="00447251"/>
    <w:pPr>
      <w:ind w:right="720"/>
    </w:pPr>
  </w:style>
  <w:style w:type="paragraph" w:styleId="slovanzoznam2">
    <w:name w:val="List Number 2"/>
    <w:basedOn w:val="slovanzoznam"/>
    <w:rsid w:val="00447251"/>
    <w:pPr>
      <w:ind w:left="1080"/>
    </w:pPr>
  </w:style>
  <w:style w:type="paragraph" w:styleId="slovanzoznam3">
    <w:name w:val="List Number 3"/>
    <w:basedOn w:val="slovanzoznam"/>
    <w:rsid w:val="00447251"/>
    <w:pPr>
      <w:ind w:left="1440"/>
    </w:pPr>
  </w:style>
  <w:style w:type="paragraph" w:styleId="slovanzoznam4">
    <w:name w:val="List Number 4"/>
    <w:basedOn w:val="slovanzoznam"/>
    <w:rsid w:val="00447251"/>
    <w:pPr>
      <w:ind w:left="1800"/>
    </w:pPr>
  </w:style>
  <w:style w:type="paragraph" w:styleId="slovanzoznam5">
    <w:name w:val="List Number 5"/>
    <w:basedOn w:val="slovanzoznam"/>
    <w:rsid w:val="00447251"/>
    <w:pPr>
      <w:ind w:left="2160"/>
    </w:pPr>
  </w:style>
  <w:style w:type="paragraph" w:customStyle="1" w:styleId="Prvnesloseznamu">
    <w:name w:val="První eíslo seznamu"/>
    <w:basedOn w:val="slovanzoznam"/>
    <w:next w:val="slovanzoznam"/>
    <w:rsid w:val="00447251"/>
    <w:pPr>
      <w:spacing w:before="80"/>
    </w:pPr>
  </w:style>
  <w:style w:type="paragraph" w:customStyle="1" w:styleId="Poslednesloseznamu">
    <w:name w:val="Poslední eíslo seznamu"/>
    <w:basedOn w:val="slovanzoznam"/>
    <w:next w:val="Zkladntext"/>
    <w:rsid w:val="00447251"/>
    <w:pPr>
      <w:spacing w:after="240"/>
    </w:pPr>
  </w:style>
  <w:style w:type="paragraph" w:styleId="Textmakra">
    <w:name w:val="macro"/>
    <w:basedOn w:val="Zkladntext"/>
    <w:semiHidden/>
    <w:rsid w:val="00447251"/>
    <w:pPr>
      <w:spacing w:line="240" w:lineRule="auto"/>
    </w:pPr>
    <w:rPr>
      <w:rFonts w:ascii="Courier New" w:hAnsi="Courier New"/>
    </w:rPr>
  </w:style>
  <w:style w:type="paragraph" w:styleId="Hlavikasprvy">
    <w:name w:val="Message Header"/>
    <w:basedOn w:val="Normlny"/>
    <w:rsid w:val="004472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</w:rPr>
  </w:style>
  <w:style w:type="character" w:styleId="slostrany">
    <w:name w:val="page number"/>
    <w:basedOn w:val="Predvolenpsmoodseku"/>
    <w:rsid w:val="00447251"/>
    <w:rPr>
      <w:rFonts w:ascii="Arial" w:hAnsi="Arial"/>
      <w:sz w:val="18"/>
      <w:vertAlign w:val="baseline"/>
    </w:rPr>
  </w:style>
  <w:style w:type="paragraph" w:customStyle="1" w:styleId="Adresaodesilatele">
    <w:name w:val="Adresa odesilatele"/>
    <w:basedOn w:val="Normlny"/>
    <w:rsid w:val="00447251"/>
    <w:pPr>
      <w:keepLines/>
      <w:framePr w:w="5160" w:h="960" w:wrap="notBeside" w:vAnchor="page" w:hAnchor="margin" w:x="4321" w:y="961" w:anchorLock="1"/>
      <w:tabs>
        <w:tab w:val="left" w:pos="2160"/>
      </w:tabs>
      <w:spacing w:line="160" w:lineRule="atLeast"/>
    </w:pPr>
    <w:rPr>
      <w:sz w:val="14"/>
    </w:rPr>
  </w:style>
  <w:style w:type="paragraph" w:customStyle="1" w:styleId="Podpis-nzevspoleenosti">
    <w:name w:val="Podpis-název spoleenosti"/>
    <w:basedOn w:val="Normlny"/>
    <w:next w:val="Normlny"/>
    <w:rsid w:val="00447251"/>
    <w:pPr>
      <w:keepNext/>
      <w:keepLines/>
      <w:spacing w:before="660" w:after="160" w:line="220" w:lineRule="atLeast"/>
    </w:pPr>
    <w:rPr>
      <w:b/>
    </w:rPr>
  </w:style>
  <w:style w:type="paragraph" w:customStyle="1" w:styleId="Podpis-funkce0">
    <w:name w:val="Podpis-funkce"/>
    <w:basedOn w:val="Normlny"/>
    <w:next w:val="Poeteenpsmenaodkazu"/>
    <w:rsid w:val="00447251"/>
    <w:pPr>
      <w:keepNext/>
      <w:spacing w:before="660" w:after="160" w:line="220" w:lineRule="atLeast"/>
    </w:pPr>
  </w:style>
  <w:style w:type="character" w:customStyle="1" w:styleId="Hornindex">
    <w:name w:val="Horní index"/>
    <w:rsid w:val="00447251"/>
    <w:rPr>
      <w:vertAlign w:val="superscript"/>
    </w:rPr>
  </w:style>
  <w:style w:type="paragraph" w:customStyle="1" w:styleId="Adresa">
    <w:name w:val="Adresa"/>
    <w:basedOn w:val="Normlny"/>
    <w:rsid w:val="00447251"/>
    <w:pPr>
      <w:keepLines/>
      <w:ind w:left="360" w:right="4320" w:hanging="360"/>
    </w:pPr>
  </w:style>
  <w:style w:type="paragraph" w:styleId="Podtitul">
    <w:name w:val="Subtitle"/>
    <w:basedOn w:val="Normlny"/>
    <w:qFormat/>
    <w:rsid w:val="00447251"/>
    <w:pPr>
      <w:spacing w:after="60"/>
      <w:jc w:val="center"/>
    </w:pPr>
    <w:rPr>
      <w:sz w:val="24"/>
    </w:rPr>
  </w:style>
  <w:style w:type="paragraph" w:styleId="Nzov">
    <w:name w:val="Title"/>
    <w:basedOn w:val="Normlny"/>
    <w:link w:val="NzovChar"/>
    <w:qFormat/>
    <w:rsid w:val="00447251"/>
    <w:pPr>
      <w:spacing w:before="240" w:after="60"/>
      <w:jc w:val="center"/>
    </w:pPr>
    <w:rPr>
      <w:b/>
      <w:kern w:val="28"/>
      <w:sz w:val="32"/>
    </w:rPr>
  </w:style>
  <w:style w:type="paragraph" w:styleId="Obsah9">
    <w:name w:val="toc 9"/>
    <w:basedOn w:val="Normlny"/>
    <w:next w:val="Normlny"/>
    <w:semiHidden/>
    <w:rsid w:val="00447251"/>
    <w:pPr>
      <w:tabs>
        <w:tab w:val="right" w:leader="dot" w:pos="8306"/>
      </w:tabs>
      <w:ind w:left="1600"/>
    </w:pPr>
  </w:style>
  <w:style w:type="paragraph" w:styleId="Hlavikazoznamucitci">
    <w:name w:val="toa heading"/>
    <w:basedOn w:val="Normlny"/>
    <w:next w:val="Normlny"/>
    <w:semiHidden/>
    <w:rsid w:val="00447251"/>
    <w:pPr>
      <w:spacing w:before="120"/>
    </w:pPr>
    <w:rPr>
      <w:b/>
      <w:sz w:val="24"/>
    </w:rPr>
  </w:style>
  <w:style w:type="paragraph" w:styleId="Normlnysozarkami">
    <w:name w:val="Normal Indent"/>
    <w:basedOn w:val="Normlny"/>
    <w:rsid w:val="00447251"/>
    <w:pPr>
      <w:ind w:left="360"/>
    </w:pPr>
  </w:style>
  <w:style w:type="paragraph" w:styleId="Register1">
    <w:name w:val="index 1"/>
    <w:basedOn w:val="Normlny"/>
    <w:next w:val="Normlny"/>
    <w:semiHidden/>
    <w:rsid w:val="00447251"/>
    <w:pPr>
      <w:tabs>
        <w:tab w:val="right" w:leader="dot" w:pos="8306"/>
      </w:tabs>
      <w:ind w:left="200" w:hanging="200"/>
    </w:pPr>
  </w:style>
  <w:style w:type="paragraph" w:styleId="Nadpisregistra">
    <w:name w:val="index heading"/>
    <w:basedOn w:val="Normlny"/>
    <w:next w:val="Register1"/>
    <w:semiHidden/>
    <w:rsid w:val="00447251"/>
    <w:rPr>
      <w:b/>
    </w:rPr>
  </w:style>
  <w:style w:type="character" w:styleId="Hypertextovprepojenie">
    <w:name w:val="Hyperlink"/>
    <w:basedOn w:val="Predvolenpsmoodseku"/>
    <w:uiPriority w:val="99"/>
    <w:rsid w:val="00447251"/>
    <w:rPr>
      <w:color w:val="0000FF"/>
      <w:u w:val="single"/>
    </w:rPr>
  </w:style>
  <w:style w:type="paragraph" w:customStyle="1" w:styleId="font5">
    <w:name w:val="font5"/>
    <w:basedOn w:val="Normlny"/>
    <w:rsid w:val="00447251"/>
    <w:pPr>
      <w:spacing w:before="100" w:beforeAutospacing="1" w:after="100" w:afterAutospacing="1"/>
    </w:pPr>
    <w:rPr>
      <w:rFonts w:ascii="Tahoma" w:hAnsi="Tahoma" w:cs="Tahoma"/>
      <w:color w:val="300058"/>
      <w:sz w:val="16"/>
      <w:szCs w:val="16"/>
    </w:rPr>
  </w:style>
  <w:style w:type="paragraph" w:customStyle="1" w:styleId="font6">
    <w:name w:val="font6"/>
    <w:basedOn w:val="Normlny"/>
    <w:rsid w:val="00447251"/>
    <w:pPr>
      <w:spacing w:before="100" w:beforeAutospacing="1" w:after="100" w:afterAutospacing="1"/>
    </w:pPr>
    <w:rPr>
      <w:rFonts w:ascii="Tahoma" w:hAnsi="Tahoma" w:cs="Tahoma"/>
      <w:b/>
      <w:bCs/>
      <w:color w:val="300058"/>
      <w:sz w:val="16"/>
      <w:szCs w:val="16"/>
    </w:rPr>
  </w:style>
  <w:style w:type="paragraph" w:customStyle="1" w:styleId="xl24">
    <w:name w:val="xl24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ny"/>
    <w:rsid w:val="00447251"/>
    <w:pP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Normlny"/>
    <w:rsid w:val="0044725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3">
    <w:name w:val="xl33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4">
    <w:name w:val="xl34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Normlny"/>
    <w:rsid w:val="00447251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">
    <w:name w:val="xl41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2">
    <w:name w:val="xl42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character" w:styleId="PouitHypertextovPrepojenie">
    <w:name w:val="FollowedHyperlink"/>
    <w:basedOn w:val="Predvolenpsmoodseku"/>
    <w:rsid w:val="00730B4A"/>
    <w:rPr>
      <w:color w:val="800080"/>
      <w:u w:val="single"/>
    </w:rPr>
  </w:style>
  <w:style w:type="character" w:styleId="Vrazn">
    <w:name w:val="Strong"/>
    <w:basedOn w:val="Predvolenpsmoodseku"/>
    <w:uiPriority w:val="22"/>
    <w:qFormat/>
    <w:rsid w:val="00C34722"/>
    <w:rPr>
      <w:b/>
      <w:bCs/>
    </w:rPr>
  </w:style>
  <w:style w:type="paragraph" w:styleId="truktradokumentu">
    <w:name w:val="Document Map"/>
    <w:basedOn w:val="Normlny"/>
    <w:semiHidden/>
    <w:rsid w:val="00537D9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y"/>
    <w:next w:val="Normlny"/>
    <w:autoRedefine/>
    <w:uiPriority w:val="39"/>
    <w:rsid w:val="008F0941"/>
    <w:pPr>
      <w:tabs>
        <w:tab w:val="left" w:pos="720"/>
        <w:tab w:val="right" w:leader="dot" w:pos="10348"/>
      </w:tabs>
      <w:spacing w:line="360" w:lineRule="auto"/>
      <w:ind w:left="284"/>
    </w:pPr>
    <w:rPr>
      <w:rFonts w:cs="Arial"/>
      <w:b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rsid w:val="00EF7F13"/>
    <w:pPr>
      <w:tabs>
        <w:tab w:val="left" w:pos="720"/>
        <w:tab w:val="right" w:leader="dot" w:pos="10348"/>
      </w:tabs>
      <w:spacing w:line="360" w:lineRule="auto"/>
      <w:ind w:left="284"/>
    </w:pPr>
  </w:style>
  <w:style w:type="paragraph" w:styleId="Obsah3">
    <w:name w:val="toc 3"/>
    <w:basedOn w:val="Normlny"/>
    <w:next w:val="Normlny"/>
    <w:autoRedefine/>
    <w:uiPriority w:val="39"/>
    <w:rsid w:val="003B2AF8"/>
    <w:pPr>
      <w:tabs>
        <w:tab w:val="left" w:pos="960"/>
        <w:tab w:val="right" w:leader="dot" w:pos="10348"/>
      </w:tabs>
      <w:spacing w:line="360" w:lineRule="auto"/>
      <w:ind w:left="400"/>
    </w:pPr>
  </w:style>
  <w:style w:type="paragraph" w:styleId="Textbubliny">
    <w:name w:val="Balloon Text"/>
    <w:basedOn w:val="Normlny"/>
    <w:link w:val="TextbublinyChar"/>
    <w:rsid w:val="00803F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3F7E"/>
    <w:rPr>
      <w:rFonts w:ascii="Tahoma" w:hAnsi="Tahoma" w:cs="Tahoma"/>
      <w:spacing w:val="-5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  <w:rsid w:val="00FB3E1F"/>
    <w:rPr>
      <w:rFonts w:ascii="Arial" w:hAnsi="Arial"/>
      <w:spacing w:val="-5"/>
      <w:sz w:val="18"/>
    </w:rPr>
  </w:style>
  <w:style w:type="paragraph" w:styleId="Odsekzoznamu">
    <w:name w:val="List Paragraph"/>
    <w:basedOn w:val="Normlny"/>
    <w:uiPriority w:val="34"/>
    <w:qFormat/>
    <w:rsid w:val="00171025"/>
    <w:pPr>
      <w:ind w:left="708"/>
    </w:pPr>
  </w:style>
  <w:style w:type="paragraph" w:styleId="Normlnywebov">
    <w:name w:val="Normal (Web)"/>
    <w:basedOn w:val="Normlny"/>
    <w:unhideWhenUsed/>
    <w:rsid w:val="00171025"/>
    <w:pPr>
      <w:spacing w:before="100" w:beforeAutospacing="1" w:after="100" w:afterAutospacing="1"/>
    </w:pPr>
    <w:rPr>
      <w:sz w:val="24"/>
      <w:szCs w:val="24"/>
    </w:rPr>
  </w:style>
  <w:style w:type="paragraph" w:styleId="Obyajntext">
    <w:name w:val="Plain Text"/>
    <w:basedOn w:val="Normlny"/>
    <w:link w:val="ObyajntextChar"/>
    <w:uiPriority w:val="99"/>
    <w:unhideWhenUsed/>
    <w:rsid w:val="00D10785"/>
    <w:rPr>
      <w:rFonts w:ascii="Consolas" w:eastAsia="Calibri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10785"/>
    <w:rPr>
      <w:rFonts w:ascii="Consolas" w:eastAsia="Calibri" w:hAnsi="Consolas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unhideWhenUsed/>
    <w:rsid w:val="0035586C"/>
    <w:pPr>
      <w:suppressAutoHyphens/>
      <w:spacing w:after="120" w:line="480" w:lineRule="auto"/>
    </w:pPr>
    <w:rPr>
      <w:kern w:val="1"/>
      <w:sz w:val="24"/>
      <w:szCs w:val="24"/>
      <w:lang w:eastAsia="ar-SA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5586C"/>
    <w:rPr>
      <w:kern w:val="1"/>
      <w:sz w:val="24"/>
      <w:szCs w:val="24"/>
      <w:lang w:eastAsia="ar-SA"/>
    </w:rPr>
  </w:style>
  <w:style w:type="character" w:customStyle="1" w:styleId="NzovChar">
    <w:name w:val="Názov Char"/>
    <w:basedOn w:val="Predvolenpsmoodseku"/>
    <w:link w:val="Nzov"/>
    <w:rsid w:val="0035586C"/>
    <w:rPr>
      <w:b/>
      <w:kern w:val="28"/>
      <w:sz w:val="32"/>
    </w:rPr>
  </w:style>
  <w:style w:type="paragraph" w:customStyle="1" w:styleId="podtrzeni">
    <w:name w:val="podtrzeni"/>
    <w:basedOn w:val="Normlny"/>
    <w:rsid w:val="0035586C"/>
    <w:pPr>
      <w:pBdr>
        <w:bottom w:val="single" w:sz="4" w:space="1" w:color="auto"/>
      </w:pBdr>
    </w:pPr>
    <w:rPr>
      <w:rFonts w:ascii="Verdana" w:hAnsi="Verdana"/>
      <w:sz w:val="24"/>
      <w:szCs w:val="24"/>
    </w:rPr>
  </w:style>
  <w:style w:type="paragraph" w:customStyle="1" w:styleId="StylNadpis1TimesNewRomanVechnavelk">
    <w:name w:val="Styl Nadpis 1 + Times New Roman Všechna velká"/>
    <w:basedOn w:val="Nadpis1"/>
    <w:rsid w:val="0035586C"/>
    <w:pPr>
      <w:jc w:val="left"/>
    </w:pPr>
    <w:rPr>
      <w:rFonts w:ascii="Verdana" w:hAnsi="Verdana" w:cs="Tahoma"/>
      <w:bCs/>
      <w:caps/>
      <w:spacing w:val="0"/>
      <w:kern w:val="0"/>
      <w:sz w:val="24"/>
      <w:szCs w:val="15"/>
    </w:rPr>
  </w:style>
  <w:style w:type="table" w:styleId="Elegantntabuka">
    <w:name w:val="Table Elegant"/>
    <w:basedOn w:val="Normlnatabuka"/>
    <w:rsid w:val="00EA236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">
    <w:name w:val="Table Grid"/>
    <w:basedOn w:val="Normlnatabuka"/>
    <w:uiPriority w:val="59"/>
    <w:rsid w:val="00477E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EF76DF"/>
    <w:pPr>
      <w:keepLines w:val="0"/>
      <w:spacing w:after="0" w:line="240" w:lineRule="auto"/>
    </w:pPr>
    <w:rPr>
      <w:b/>
      <w:bCs/>
      <w:sz w:val="20"/>
    </w:rPr>
  </w:style>
  <w:style w:type="character" w:customStyle="1" w:styleId="ZkladntextChar">
    <w:name w:val="Základný text Char"/>
    <w:basedOn w:val="Predvolenpsmoodseku"/>
    <w:link w:val="Zkladntext"/>
    <w:rsid w:val="00EF76DF"/>
  </w:style>
  <w:style w:type="character" w:customStyle="1" w:styleId="ZkladpoznmkypodearouChar">
    <w:name w:val="Základ poznámky pod earou Char"/>
    <w:basedOn w:val="ZkladntextChar"/>
    <w:link w:val="Zkladpoznmkypodearou"/>
    <w:rsid w:val="00EF76DF"/>
    <w:rPr>
      <w:sz w:val="16"/>
    </w:rPr>
  </w:style>
  <w:style w:type="character" w:customStyle="1" w:styleId="TextkomentraChar">
    <w:name w:val="Text komentára Char"/>
    <w:basedOn w:val="ZkladpoznmkypodearouChar"/>
    <w:link w:val="Textkomentra"/>
    <w:semiHidden/>
    <w:rsid w:val="00EF76DF"/>
    <w:rPr>
      <w:sz w:val="16"/>
    </w:rPr>
  </w:style>
  <w:style w:type="character" w:customStyle="1" w:styleId="PredmetkomentraChar">
    <w:name w:val="Predmet komentára Char"/>
    <w:basedOn w:val="TextkomentraChar"/>
    <w:link w:val="Predmetkomentra"/>
    <w:rsid w:val="00EF76DF"/>
    <w:rPr>
      <w:b/>
      <w:bCs/>
      <w:sz w:val="16"/>
    </w:rPr>
  </w:style>
  <w:style w:type="paragraph" w:styleId="Revzia">
    <w:name w:val="Revision"/>
    <w:hidden/>
    <w:uiPriority w:val="99"/>
    <w:semiHidden/>
    <w:rsid w:val="007419A3"/>
  </w:style>
  <w:style w:type="character" w:customStyle="1" w:styleId="slostrnky1">
    <w:name w:val="Číslo stránky1"/>
    <w:basedOn w:val="Predvolenpsmoodseku"/>
    <w:rsid w:val="008F0941"/>
  </w:style>
  <w:style w:type="character" w:customStyle="1" w:styleId="CharacterStyle1">
    <w:name w:val="Character Style 1"/>
    <w:uiPriority w:val="99"/>
    <w:rsid w:val="008F0941"/>
    <w:rPr>
      <w:sz w:val="22"/>
    </w:rPr>
  </w:style>
  <w:style w:type="paragraph" w:styleId="Bezriadkovania">
    <w:name w:val="No Spacing"/>
    <w:uiPriority w:val="1"/>
    <w:qFormat/>
    <w:rsid w:val="008F0941"/>
    <w:pPr>
      <w:tabs>
        <w:tab w:val="left" w:pos="5103"/>
        <w:tab w:val="left" w:pos="6804"/>
        <w:tab w:val="left" w:pos="8505"/>
      </w:tabs>
      <w:ind w:left="3402"/>
      <w:jc w:val="both"/>
    </w:pPr>
    <w:rPr>
      <w:rFonts w:ascii="Arial Narrow" w:hAnsi="Arial Narrow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8F0941"/>
    <w:rPr>
      <w:i/>
      <w:iCs/>
      <w:color w:val="808080"/>
    </w:rPr>
  </w:style>
  <w:style w:type="character" w:customStyle="1" w:styleId="st">
    <w:name w:val="st"/>
    <w:basedOn w:val="Predvolenpsmoodseku"/>
    <w:rsid w:val="008F0941"/>
  </w:style>
  <w:style w:type="paragraph" w:customStyle="1" w:styleId="a">
    <w:qFormat/>
    <w:rsid w:val="008F0941"/>
  </w:style>
  <w:style w:type="character" w:customStyle="1" w:styleId="Nadpis2Char">
    <w:name w:val="Nadpis 2 Char"/>
    <w:link w:val="Nadpis2"/>
    <w:rsid w:val="00D81751"/>
    <w:rPr>
      <w:rFonts w:ascii="Arial" w:hAnsi="Arial" w:cs="Arial"/>
      <w:b/>
      <w:sz w:val="22"/>
      <w:szCs w:val="22"/>
    </w:rPr>
  </w:style>
  <w:style w:type="character" w:styleId="Zvraznenie">
    <w:name w:val="Emphasis"/>
    <w:basedOn w:val="Predvolenpsmoodseku"/>
    <w:qFormat/>
    <w:rsid w:val="008F0941"/>
    <w:rPr>
      <w:i/>
      <w:iCs/>
    </w:rPr>
  </w:style>
  <w:style w:type="paragraph" w:customStyle="1" w:styleId="a0">
    <w:qFormat/>
    <w:rsid w:val="008A5F2D"/>
  </w:style>
  <w:style w:type="paragraph" w:customStyle="1" w:styleId="a1">
    <w:qFormat/>
    <w:rsid w:val="00F72CCF"/>
  </w:style>
  <w:style w:type="paragraph" w:customStyle="1" w:styleId="subline">
    <w:name w:val="subline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eature-description">
    <w:name w:val="feature-description"/>
    <w:basedOn w:val="Predvolenpsmoodseku"/>
    <w:rsid w:val="000A14DD"/>
  </w:style>
  <w:style w:type="paragraph" w:customStyle="1" w:styleId="Odrka">
    <w:name w:val="Odrážka"/>
    <w:basedOn w:val="Normlny"/>
    <w:rsid w:val="00F47455"/>
    <w:pPr>
      <w:numPr>
        <w:numId w:val="5"/>
      </w:numPr>
      <w:spacing w:before="60"/>
    </w:pPr>
    <w:rPr>
      <w:sz w:val="24"/>
      <w:szCs w:val="24"/>
    </w:rPr>
  </w:style>
  <w:style w:type="paragraph" w:customStyle="1" w:styleId="odrka1">
    <w:name w:val="odrážka1"/>
    <w:basedOn w:val="Zkladntext2"/>
    <w:link w:val="odrka1Char"/>
    <w:qFormat/>
    <w:rsid w:val="00F47455"/>
    <w:pPr>
      <w:numPr>
        <w:numId w:val="6"/>
      </w:numPr>
      <w:suppressAutoHyphens w:val="0"/>
      <w:spacing w:before="120" w:after="0" w:line="240" w:lineRule="exact"/>
    </w:pPr>
    <w:rPr>
      <w:kern w:val="0"/>
      <w:lang w:val="x-none" w:eastAsia="x-none"/>
    </w:rPr>
  </w:style>
  <w:style w:type="character" w:customStyle="1" w:styleId="odrka1Char">
    <w:name w:val="odrážka1 Char"/>
    <w:link w:val="odrka1"/>
    <w:rsid w:val="00F47455"/>
    <w:rPr>
      <w:rFonts w:ascii="Arial" w:hAnsi="Arial"/>
      <w:sz w:val="24"/>
      <w:szCs w:val="24"/>
      <w:lang w:val="x-none" w:eastAsia="x-none"/>
    </w:rPr>
  </w:style>
  <w:style w:type="paragraph" w:styleId="Zkladntext3">
    <w:name w:val="Body Text 3"/>
    <w:basedOn w:val="Normlny"/>
    <w:link w:val="Zkladntext3Char"/>
    <w:rsid w:val="006400EE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400EE"/>
    <w:rPr>
      <w:rFonts w:ascii="Arial" w:hAnsi="Arial"/>
      <w:sz w:val="16"/>
      <w:szCs w:val="16"/>
    </w:rPr>
  </w:style>
  <w:style w:type="character" w:customStyle="1" w:styleId="HlavikaChar">
    <w:name w:val="Hlavička Char"/>
    <w:link w:val="Hlavika"/>
    <w:rsid w:val="006400EE"/>
    <w:rPr>
      <w:rFonts w:ascii="Arial" w:hAnsi="Arial"/>
    </w:rPr>
  </w:style>
  <w:style w:type="paragraph" w:customStyle="1" w:styleId="1strcn">
    <w:name w:val="1strcn"/>
    <w:basedOn w:val="Normlny"/>
    <w:rsid w:val="006400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Normlny"/>
    <w:rsid w:val="006400EE"/>
    <w:pPr>
      <w:widowControl w:val="0"/>
      <w:autoSpaceDE w:val="0"/>
      <w:autoSpaceDN w:val="0"/>
      <w:adjustRightInd w:val="0"/>
      <w:spacing w:line="413" w:lineRule="exact"/>
      <w:ind w:hanging="341"/>
      <w:jc w:val="left"/>
    </w:pPr>
    <w:rPr>
      <w:rFonts w:eastAsia="MS Mincho"/>
      <w:sz w:val="24"/>
      <w:szCs w:val="24"/>
      <w:lang w:eastAsia="ja-JP"/>
    </w:rPr>
  </w:style>
  <w:style w:type="paragraph" w:styleId="Oznaitext">
    <w:name w:val="Block Text"/>
    <w:basedOn w:val="Normlny"/>
    <w:rsid w:val="006400EE"/>
    <w:pPr>
      <w:tabs>
        <w:tab w:val="left" w:pos="993"/>
        <w:tab w:val="center" w:pos="7797"/>
        <w:tab w:val="center" w:pos="9072"/>
      </w:tabs>
      <w:ind w:left="992" w:right="2268" w:hanging="992"/>
    </w:pPr>
    <w:rPr>
      <w:rFonts w:ascii="Times New Roman" w:hAnsi="Times New Roman"/>
      <w:sz w:val="24"/>
    </w:rPr>
  </w:style>
  <w:style w:type="paragraph" w:customStyle="1" w:styleId="a2">
    <w:qFormat/>
    <w:rsid w:val="007754BE"/>
    <w:pPr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3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1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1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7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9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52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3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US\02_ISO\11%20&#352;ablony\2012\IF-75-02%20Nab&#237;dka_textov&#225;%20&#269;&#225;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F-24-01 Předávací protokol díla_ME zhotovitel" ma:contentTypeID="0x0101006D91016EEFD56C45951A3DE4A006A97100182A731B9CE11446B00A2589FDBFCBAC" ma:contentTypeVersion="8" ma:contentTypeDescription="" ma:contentTypeScope="" ma:versionID="34523e646c5bce5d1c758ac8e963d328">
  <xsd:schema xmlns:xsd="http://www.w3.org/2001/XMLSchema" xmlns:xs="http://www.w3.org/2001/XMLSchema" xmlns:p="http://schemas.microsoft.com/office/2006/metadata/properties" xmlns:ns2="f3f33834-2105-40a0-9353-010c69a8a075" targetNamespace="http://schemas.microsoft.com/office/2006/metadata/properties" ma:root="true" ma:fieldsID="10b2f168a482f8af50c9a7a33a4a45a3" ns2:_="">
    <xsd:import namespace="f3f33834-2105-40a0-9353-010c69a8a0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f33834-2105-40a0-9353-010c69a8a0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920CAC-D0A4-464D-91C9-2C0BF132C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f33834-2105-40a0-9353-010c69a8a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E5871-C45A-42AD-8136-825B9F3B37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9688A0-E474-4AD8-AAAC-A41081BAB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496F3-D888-4CF4-B258-351F6F8EFC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IF-75-02 Nabídka_textová část</Template>
  <TotalTime>702</TotalTime>
  <Pages>4</Pages>
  <Words>1002</Words>
  <Characters>5918</Characters>
  <Application>Microsoft Office Word</Application>
  <DocSecurity>0</DocSecurity>
  <Lines>49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486-nabídka</vt:lpstr>
      <vt:lpstr>486-nabídka</vt:lpstr>
    </vt:vector>
  </TitlesOfParts>
  <Company>PRE, a.s.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486-nabídka</dc:title>
  <dc:creator>autocont</dc:creator>
  <cp:lastModifiedBy>Peter Petrič</cp:lastModifiedBy>
  <cp:revision>129</cp:revision>
  <cp:lastPrinted>2015-09-22T13:58:00Z</cp:lastPrinted>
  <dcterms:created xsi:type="dcterms:W3CDTF">2020-09-02T11:18:00Z</dcterms:created>
  <dcterms:modified xsi:type="dcterms:W3CDTF">2023-02-24T08:19:00Z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0x0101006D91016EEFD56C45951A3DE4A006A97100182A731B9CE11446B00A2589FDBFCBAC</vt:lpwstr>
  </property>
</Properties>
</file>